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4688" w:type="dxa"/>
        <w:tblLook w:val="04A0" w:firstRow="1" w:lastRow="0" w:firstColumn="1" w:lastColumn="0" w:noHBand="0" w:noVBand="1"/>
      </w:tblPr>
      <w:tblGrid>
        <w:gridCol w:w="4397"/>
        <w:gridCol w:w="1246"/>
        <w:gridCol w:w="444"/>
        <w:gridCol w:w="3711"/>
        <w:gridCol w:w="30"/>
        <w:gridCol w:w="2208"/>
        <w:gridCol w:w="2652"/>
      </w:tblGrid>
      <w:tr w:rsidR="00DB190A" w:rsidRPr="00570FB8" w:rsidTr="00DB190A">
        <w:tc>
          <w:tcPr>
            <w:tcW w:w="6087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>Falkener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49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622B5F" w:rsidRPr="00622B5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65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622B5F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DB190A">
        <w:tc>
          <w:tcPr>
            <w:tcW w:w="979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2B5F" w:rsidRPr="001D50CE">
              <w:rPr>
                <w:rFonts w:ascii="Times New Roman" w:hAnsi="Times New Roman" w:cs="Times New Roman"/>
                <w:sz w:val="24"/>
                <w:szCs w:val="24"/>
              </w:rPr>
              <w:t>Unit 1 Understanding the Decimal Place System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gridSpan w:val="3"/>
          </w:tcPr>
          <w:p w:rsidR="00BC0E3C" w:rsidRDefault="005C4CBE" w:rsidP="00622B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057F1" w:rsidRPr="00BC0E3C" w:rsidRDefault="00622B5F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3C">
              <w:rPr>
                <w:rFonts w:ascii="Times New Roman" w:hAnsi="Times New Roman" w:cs="Times New Roman"/>
                <w:sz w:val="24"/>
                <w:szCs w:val="24"/>
              </w:rPr>
              <w:t>2012 Summer Olympics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0E3C">
              <w:rPr>
                <w:rFonts w:ascii="Times New Roman" w:hAnsi="Times New Roman" w:cs="Times New Roman"/>
                <w:i/>
                <w:sz w:val="24"/>
                <w:szCs w:val="24"/>
              </w:rPr>
              <w:t>Displaying Decimals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Pr="00BC0E3C" w:rsidRDefault="00622B5F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3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4057F1" w:rsidRPr="00BC0E3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Day</w:t>
            </w:r>
            <w:r w:rsidR="00BC0E3C" w:rsidRPr="00BC0E3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#1, of</w:t>
            </w:r>
            <w:r w:rsidRPr="00BC0E3C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task 2)</w:t>
            </w:r>
          </w:p>
        </w:tc>
      </w:tr>
      <w:tr w:rsidR="008C13D7" w:rsidTr="00EC4E85">
        <w:trPr>
          <w:trHeight w:val="737"/>
        </w:trPr>
        <w:tc>
          <w:tcPr>
            <w:tcW w:w="14688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622B5F" w:rsidRPr="001D50CE">
              <w:rPr>
                <w:rFonts w:ascii="Times New Roman" w:hAnsi="Times New Roman" w:cs="Times New Roman"/>
                <w:sz w:val="24"/>
                <w:szCs w:val="24"/>
              </w:rPr>
              <w:t>How do I read, and use decimals to the thousandths using st</w:t>
            </w:r>
            <w:r w:rsidR="00EC4E85" w:rsidRPr="001D50CE">
              <w:rPr>
                <w:rFonts w:ascii="Times New Roman" w:hAnsi="Times New Roman" w:cs="Times New Roman"/>
                <w:sz w:val="24"/>
                <w:szCs w:val="24"/>
              </w:rPr>
              <w:t>andard form</w:t>
            </w:r>
            <w:r w:rsidR="00E55E87">
              <w:rPr>
                <w:rFonts w:ascii="Times New Roman" w:hAnsi="Times New Roman" w:cs="Times New Roman"/>
                <w:sz w:val="24"/>
                <w:szCs w:val="24"/>
              </w:rPr>
              <w:t xml:space="preserve"> (base 10 numerals)</w:t>
            </w:r>
            <w:r w:rsidR="00EC4E85" w:rsidRPr="001D50CE">
              <w:rPr>
                <w:rFonts w:ascii="Times New Roman" w:hAnsi="Times New Roman" w:cs="Times New Roman"/>
                <w:sz w:val="24"/>
                <w:szCs w:val="24"/>
              </w:rPr>
              <w:t>, word form</w:t>
            </w:r>
            <w:r w:rsidR="00E55E87">
              <w:rPr>
                <w:rFonts w:ascii="Times New Roman" w:hAnsi="Times New Roman" w:cs="Times New Roman"/>
                <w:sz w:val="24"/>
                <w:szCs w:val="24"/>
              </w:rPr>
              <w:t xml:space="preserve"> (number names)</w:t>
            </w:r>
            <w:r w:rsidR="00EC4E85" w:rsidRPr="001D50CE">
              <w:rPr>
                <w:rFonts w:ascii="Times New Roman" w:hAnsi="Times New Roman" w:cs="Times New Roman"/>
                <w:sz w:val="24"/>
                <w:szCs w:val="24"/>
              </w:rPr>
              <w:t>, and exp</w:t>
            </w:r>
            <w:r w:rsidR="00622B5F" w:rsidRPr="001D50CE">
              <w:rPr>
                <w:rFonts w:ascii="Times New Roman" w:hAnsi="Times New Roman" w:cs="Times New Roman"/>
                <w:sz w:val="24"/>
                <w:szCs w:val="24"/>
              </w:rPr>
              <w:t>anded for</w:t>
            </w:r>
            <w:r w:rsidR="00E55E8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22B5F" w:rsidRPr="001D50CE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DB190A" w:rsidTr="00DB190A">
        <w:trPr>
          <w:trHeight w:val="296"/>
        </w:trPr>
        <w:tc>
          <w:tcPr>
            <w:tcW w:w="979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890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B190A" w:rsidTr="00DB190A">
        <w:trPr>
          <w:trHeight w:val="737"/>
        </w:trPr>
        <w:tc>
          <w:tcPr>
            <w:tcW w:w="5643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1D0010" w:rsidP="00690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6542C" w:rsidRPr="001D50C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http://lrt.ednet.ns.ca/PD/BLM/table_of_contents.htm</w:t>
              </w:r>
            </w:hyperlink>
          </w:p>
          <w:p w:rsidR="001D50CE" w:rsidRDefault="001D50CE" w:rsidP="00690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cards</w:t>
            </w:r>
            <w:r w:rsidR="001D0010">
              <w:rPr>
                <w:rFonts w:ascii="Times New Roman" w:hAnsi="Times New Roman" w:cs="Times New Roman"/>
                <w:sz w:val="24"/>
                <w:szCs w:val="24"/>
              </w:rPr>
              <w:t xml:space="preserve"> (see below)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D50CE" w:rsidRPr="001D50CE" w:rsidRDefault="001D50CE" w:rsidP="00690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base ten blocks</w:t>
            </w:r>
          </w:p>
        </w:tc>
        <w:tc>
          <w:tcPr>
            <w:tcW w:w="4185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1D50CE" w:rsidRDefault="0069049A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50CE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D50CE" w:rsidRPr="001D50CE">
              <w:rPr>
                <w:rFonts w:ascii="Times New Roman" w:hAnsi="Times New Roman" w:cs="Times New Roman"/>
                <w:sz w:val="24"/>
                <w:szCs w:val="24"/>
              </w:rPr>
              <w:t>ocabulary cards, base 10 blocks, student math journals, pencil, paper, place value chart.</w:t>
            </w:r>
          </w:p>
        </w:tc>
        <w:tc>
          <w:tcPr>
            <w:tcW w:w="4860" w:type="dxa"/>
            <w:gridSpan w:val="2"/>
          </w:tcPr>
          <w:p w:rsidR="002810B5" w:rsidRDefault="0069049A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Ones,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tens, tenths,</w:t>
            </w:r>
          </w:p>
          <w:p w:rsidR="002810B5" w:rsidRDefault="0069049A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 xml:space="preserve"> hundreds,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hundredths,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 xml:space="preserve">thousand, </w:t>
            </w:r>
          </w:p>
          <w:p w:rsidR="002810B5" w:rsidRDefault="00D8392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thousandths,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rods, flats,</w:t>
            </w:r>
          </w:p>
          <w:p w:rsidR="002810B5" w:rsidRDefault="00D8392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 xml:space="preserve"> cubes, 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>unit cubes,</w:t>
            </w:r>
          </w:p>
          <w:p w:rsidR="00D85633" w:rsidRPr="002810B5" w:rsidRDefault="00D8392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 xml:space="preserve"> decimal, equivalent, </w:t>
            </w:r>
            <w:r w:rsidR="002810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10B5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EC4E85">
        <w:trPr>
          <w:trHeight w:val="368"/>
        </w:trPr>
        <w:tc>
          <w:tcPr>
            <w:tcW w:w="14688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F0D58">
        <w:trPr>
          <w:trHeight w:val="737"/>
        </w:trPr>
        <w:tc>
          <w:tcPr>
            <w:tcW w:w="4397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1D50CE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6A73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D50CE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6A731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0C5543" wp14:editId="782FC54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1D50C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1D50C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1D50C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1D50C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1D50C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6A7316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10291" w:type="dxa"/>
            <w:gridSpan w:val="6"/>
          </w:tcPr>
          <w:p w:rsidR="00E135D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06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Pr="00E135DE" w:rsidRDefault="00E135DE" w:rsidP="007B401D">
            <w:pPr>
              <w:rPr>
                <w:rFonts w:ascii="Berlin Sans FB Demi" w:hAnsi="Berlin Sans FB Demi" w:cs="Times New Roman"/>
                <w:b/>
                <w:sz w:val="28"/>
                <w:szCs w:val="28"/>
              </w:rPr>
            </w:pPr>
            <w:r>
              <w:rPr>
                <w:rFonts w:ascii="Berlin Sans FB Demi" w:hAnsi="Berlin Sans FB Demi" w:cs="Times New Roman"/>
                <w:b/>
                <w:sz w:val="28"/>
                <w:szCs w:val="28"/>
              </w:rPr>
              <w:t xml:space="preserve">     </w:t>
            </w:r>
            <w:r w:rsidRPr="00E135DE">
              <w:rPr>
                <w:rFonts w:ascii="Berlin Sans FB Demi" w:hAnsi="Berlin Sans FB Demi" w:cs="Times New Roman"/>
                <w:b/>
                <w:sz w:val="28"/>
                <w:szCs w:val="28"/>
              </w:rPr>
              <w:t xml:space="preserve">5.NBT.3a  </w:t>
            </w:r>
            <w:r w:rsidR="00B06B60" w:rsidRPr="00E135DE">
              <w:rPr>
                <w:rFonts w:ascii="Berlin Sans FB Demi" w:hAnsi="Berlin Sans FB Demi" w:cs="Times New Roman"/>
                <w:b/>
                <w:sz w:val="28"/>
                <w:szCs w:val="28"/>
              </w:rPr>
              <w:t xml:space="preserve">Read, Write, and </w:t>
            </w:r>
            <w:r>
              <w:rPr>
                <w:rFonts w:ascii="Berlin Sans FB Demi" w:hAnsi="Berlin Sans FB Demi" w:cs="Times New Roman"/>
                <w:b/>
                <w:sz w:val="28"/>
                <w:szCs w:val="28"/>
              </w:rPr>
              <w:t>compare decimals to thousandths</w:t>
            </w:r>
          </w:p>
          <w:p w:rsidR="00E135DE" w:rsidRDefault="00B06B60" w:rsidP="00E135DE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Read and write decimals to thousandths using base-ten numerals, number names, and expanded form, </w:t>
            </w:r>
            <w:r w:rsidRPr="00B06B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e.g.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347.392=3 x 100 + 4 x 10 + 7 x 1 + 3 x (1/10) + 9 x (1/100) + 2 x (1/1000)</w:t>
            </w:r>
            <w:r w:rsidR="002A0F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B06B60" w:rsidRPr="00B06B60" w:rsidRDefault="00B06B60" w:rsidP="00E135D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22B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read decimals to t</w:t>
            </w:r>
            <w:r w:rsidR="00B06B60">
              <w:rPr>
                <w:rFonts w:ascii="Times New Roman" w:hAnsi="Times New Roman" w:cs="Times New Roman"/>
                <w:b/>
                <w:sz w:val="24"/>
                <w:szCs w:val="24"/>
              </w:rPr>
              <w:t>he thousandths using base ten numerals.</w:t>
            </w:r>
          </w:p>
          <w:p w:rsidR="00B06B60" w:rsidRDefault="00B06B60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read decimals to the thousandths using number names.</w:t>
            </w:r>
          </w:p>
          <w:p w:rsidR="00B06B60" w:rsidRDefault="00B06B60" w:rsidP="00B06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read decimals to the thousandths using expanded form.</w:t>
            </w:r>
          </w:p>
          <w:p w:rsidR="00B06B60" w:rsidRDefault="005A5150" w:rsidP="00B06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</w:t>
            </w:r>
            <w:r w:rsidR="00B06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write decimals to the thousandths using base ten numerals.</w:t>
            </w:r>
          </w:p>
          <w:p w:rsidR="00B06B60" w:rsidRDefault="00B06B60" w:rsidP="00B06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write decimals to the thousandths using number names.</w:t>
            </w:r>
          </w:p>
          <w:p w:rsidR="00B06B60" w:rsidRDefault="00B06B60" w:rsidP="00B06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I can write decimals to the thousandths using expanded form.</w:t>
            </w:r>
          </w:p>
          <w:p w:rsidR="00E135DE" w:rsidRDefault="00E135DE" w:rsidP="00B06B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913E74" w:rsidP="004057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Begin with a</w:t>
            </w:r>
            <w:r w:rsidRPr="004057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matching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7F1">
              <w:rPr>
                <w:rFonts w:ascii="Times New Roman" w:hAnsi="Times New Roman" w:cs="Times New Roman"/>
                <w:i/>
                <w:sz w:val="24"/>
                <w:szCs w:val="24"/>
              </w:rPr>
              <w:t>concept game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students in small groups (2-3)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  <w:r w:rsidR="0069049A">
              <w:rPr>
                <w:rFonts w:ascii="Times New Roman" w:hAnsi="Times New Roman" w:cs="Times New Roman"/>
                <w:sz w:val="24"/>
                <w:szCs w:val="24"/>
              </w:rPr>
              <w:t xml:space="preserve"> group will receive a bag of vocabulary words and base 10 blocks to 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 xml:space="preserve">aide in matching of each word/concept. </w:t>
            </w:r>
            <w:r w:rsidR="0069049A">
              <w:rPr>
                <w:rFonts w:ascii="Times New Roman" w:hAnsi="Times New Roman" w:cs="Times New Roman"/>
                <w:sz w:val="24"/>
                <w:szCs w:val="24"/>
              </w:rPr>
              <w:t xml:space="preserve"> Once all students have had a chance to complete</w:t>
            </w:r>
            <w:r w:rsidR="00D8392B">
              <w:rPr>
                <w:rFonts w:ascii="Times New Roman" w:hAnsi="Times New Roman" w:cs="Times New Roman"/>
                <w:sz w:val="24"/>
                <w:szCs w:val="24"/>
              </w:rPr>
              <w:t xml:space="preserve"> the</w:t>
            </w:r>
            <w:r w:rsidR="0069049A">
              <w:rPr>
                <w:rFonts w:ascii="Times New Roman" w:hAnsi="Times New Roman" w:cs="Times New Roman"/>
                <w:sz w:val="24"/>
                <w:szCs w:val="24"/>
              </w:rPr>
              <w:t xml:space="preserve"> activity the teacher will review answers 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as a</w:t>
            </w:r>
            <w:r w:rsidR="00811F53">
              <w:rPr>
                <w:rFonts w:ascii="Times New Roman" w:hAnsi="Times New Roman" w:cs="Times New Roman"/>
                <w:sz w:val="24"/>
                <w:szCs w:val="24"/>
              </w:rPr>
              <w:t xml:space="preserve"> whole group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 xml:space="preserve"> activity</w:t>
            </w:r>
            <w:r w:rsidR="00811F53">
              <w:rPr>
                <w:rFonts w:ascii="Times New Roman" w:hAnsi="Times New Roman" w:cs="Times New Roman"/>
                <w:sz w:val="24"/>
                <w:szCs w:val="24"/>
              </w:rPr>
              <w:t xml:space="preserve"> before introducing the lesson of the day. </w:t>
            </w: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D015BD" w:rsidRPr="001E699B" w:rsidRDefault="00D8563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11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5EEB">
              <w:rPr>
                <w:rFonts w:ascii="Times New Roman" w:hAnsi="Times New Roman" w:cs="Times New Roman"/>
                <w:sz w:val="24"/>
                <w:szCs w:val="24"/>
              </w:rPr>
              <w:t>The teacher will introduce the lesson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by review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ing the given vocabulary words-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using pictures, words, and models. 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The teacher will</w:t>
            </w:r>
            <w:r w:rsidR="00205EEB">
              <w:rPr>
                <w:rFonts w:ascii="Times New Roman" w:hAnsi="Times New Roman" w:cs="Times New Roman"/>
                <w:sz w:val="24"/>
                <w:szCs w:val="24"/>
              </w:rPr>
              <w:t xml:space="preserve"> wr</w:t>
            </w:r>
            <w:r w:rsidR="004057F1">
              <w:rPr>
                <w:rFonts w:ascii="Times New Roman" w:hAnsi="Times New Roman" w:cs="Times New Roman"/>
                <w:sz w:val="24"/>
                <w:szCs w:val="24"/>
              </w:rPr>
              <w:t>ite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 xml:space="preserve"> the number 31 on the board. Then</w:t>
            </w:r>
            <w:r w:rsidR="00D950B7">
              <w:rPr>
                <w:rFonts w:ascii="Times New Roman" w:hAnsi="Times New Roman" w:cs="Times New Roman"/>
                <w:sz w:val="24"/>
                <w:szCs w:val="24"/>
              </w:rPr>
              <w:t xml:space="preserve"> using the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base 10 blocks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, will</w:t>
            </w:r>
            <w:r w:rsidR="00205EEB">
              <w:rPr>
                <w:rFonts w:ascii="Times New Roman" w:hAnsi="Times New Roman" w:cs="Times New Roman"/>
                <w:sz w:val="24"/>
                <w:szCs w:val="24"/>
              </w:rPr>
              <w:t xml:space="preserve"> show that there are multiple ways to r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>epresent that number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; a</w:t>
            </w:r>
            <w:r w:rsidR="003D3877">
              <w:rPr>
                <w:rFonts w:ascii="Times New Roman" w:hAnsi="Times New Roman" w:cs="Times New Roman"/>
                <w:sz w:val="24"/>
                <w:szCs w:val="24"/>
              </w:rPr>
              <w:t xml:space="preserve"> flat with 31 shade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d blocks or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3 shaded rods+</w:t>
            </w:r>
            <w:r w:rsidR="003D3877">
              <w:rPr>
                <w:rFonts w:ascii="Times New Roman" w:hAnsi="Times New Roman" w:cs="Times New Roman"/>
                <w:sz w:val="24"/>
                <w:szCs w:val="24"/>
              </w:rPr>
              <w:t xml:space="preserve"> one unit cube.</w:t>
            </w:r>
            <w:r w:rsidR="001E699B">
              <w:t xml:space="preserve"> </w:t>
            </w:r>
            <w:r w:rsidR="00D950B7">
              <w:rPr>
                <w:rFonts w:ascii="Times New Roman" w:hAnsi="Times New Roman" w:cs="Times New Roman"/>
                <w:sz w:val="24"/>
                <w:szCs w:val="24"/>
              </w:rPr>
              <w:t>(see figure A)  T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>he teacher will expla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in that the largest piece in a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set of base 10 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blocks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 xml:space="preserve">given 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will represent the whole in most cases. </w:t>
            </w:r>
            <w:r w:rsidR="007D19FC">
              <w:rPr>
                <w:rFonts w:ascii="Times New Roman" w:hAnsi="Times New Roman" w:cs="Times New Roman"/>
                <w:sz w:val="24"/>
                <w:szCs w:val="24"/>
              </w:rPr>
              <w:t xml:space="preserve">Then referring </w: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E23723" w:rsidRPr="00E23723">
              <w:rPr>
                <w:rFonts w:ascii="Times New Roman" w:hAnsi="Times New Roman" w:cs="Times New Roman"/>
                <w:i/>
                <w:sz w:val="24"/>
                <w:szCs w:val="24"/>
              </w:rPr>
              <w:t>figure</w:t>
            </w:r>
            <w:r w:rsidR="007D19FC" w:rsidRPr="00E237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</w: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>, the teacher demonstrates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how the same model can represent parts of wholes/fractional portions/decimal form.  </w: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E23723" w:rsidRPr="00E23723">
              <w:rPr>
                <w:rFonts w:ascii="Times New Roman" w:hAnsi="Times New Roman" w:cs="Times New Roman"/>
                <w:i/>
                <w:sz w:val="24"/>
                <w:szCs w:val="24"/>
              </w:rPr>
              <w:t>figure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5BD" w:rsidRPr="00E23723">
              <w:rPr>
                <w:rFonts w:ascii="Times New Roman" w:hAnsi="Times New Roman" w:cs="Times New Roman"/>
                <w:i/>
                <w:sz w:val="24"/>
                <w:szCs w:val="24"/>
              </w:rPr>
              <w:t>C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>, the teacher</w: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 xml:space="preserve"> models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how </w: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 xml:space="preserve">to use base 10 blocks to represent a decimal number with </w:t>
            </w:r>
            <w:r w:rsidR="00E23723" w:rsidRPr="00E23723">
              <w:rPr>
                <w:rFonts w:ascii="Times New Roman" w:hAnsi="Times New Roman" w:cs="Times New Roman"/>
                <w:b/>
                <w:sz w:val="24"/>
                <w:szCs w:val="24"/>
              </w:rPr>
              <w:t>whole and parts.</w:t>
            </w:r>
            <w:r w:rsidR="001E69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Explain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to the students that the largest base 10 unit given in this set is a flat which will represent the whole. The parts of the 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>whole (decimal form)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are represented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 xml:space="preserve"> by the shaded parts on the flat.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="001E699B">
              <w:rPr>
                <w:rFonts w:ascii="Times New Roman" w:hAnsi="Times New Roman" w:cs="Times New Roman"/>
                <w:i/>
                <w:sz w:val="24"/>
                <w:szCs w:val="24"/>
              </w:rPr>
              <w:t>figure D</w:t>
            </w:r>
            <w:r w:rsidR="001E699B">
              <w:rPr>
                <w:rFonts w:ascii="Times New Roman" w:hAnsi="Times New Roman" w:cs="Times New Roman"/>
                <w:sz w:val="24"/>
                <w:szCs w:val="24"/>
              </w:rPr>
              <w:t xml:space="preserve"> the largest base 10 unit given is the cube so each cube represents 1 whole.</w:t>
            </w: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EA8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</w:t>
            </w:r>
            <w:r w:rsidR="007D19FC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</w:tblGrid>
            <w:tr w:rsidR="00581EA8" w:rsidRPr="00581EA8" w:rsidTr="00700B7A">
              <w:trPr>
                <w:trHeight w:val="60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194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6912" behindDoc="0" locked="0" layoutInCell="1" allowOverlap="1" wp14:anchorId="4AADA4AF" wp14:editId="02939C41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309880" cy="229870"/>
                            <wp:effectExtent l="0" t="0" r="0" b="0"/>
                            <wp:wrapNone/>
                            <wp:docPr id="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9880" cy="2298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81EA8" w:rsidRDefault="00581EA8" w:rsidP="00581EA8"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50.5pt;margin-top:8.05pt;width:24.4pt;height:18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" stroked="f">
                            <v:textbox>
                              <w:txbxContent>
                                <w:p w:rsidR="00581EA8" w:rsidRDefault="00581EA8" w:rsidP="00581EA8"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7936" behindDoc="0" locked="0" layoutInCell="1" allowOverlap="1" wp14:anchorId="73DE1272" wp14:editId="29769F65">
                            <wp:simplePos x="0" y="0"/>
                            <wp:positionH relativeFrom="column">
                              <wp:posOffset>40005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389255" cy="198755"/>
                            <wp:effectExtent l="0" t="0" r="0" b="0"/>
                            <wp:wrapNone/>
                            <wp:docPr id="18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89255" cy="1987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81EA8" w:rsidRPr="00581EA8" w:rsidRDefault="00581EA8" w:rsidP="00581EA8">
                                        <w:pPr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81EA8"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 xml:space="preserve">Flat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7" type="#_x0000_t202" style="position:absolute;margin-left:3.15pt;margin-top:.5pt;width:30.65pt;height: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" stroked="f">
                            <v:textbox>
                              <w:txbxContent>
                                <w:p w:rsidR="00581EA8" w:rsidRPr="00581EA8" w:rsidRDefault="00581EA8" w:rsidP="00581EA8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Flat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65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5111" w:tblpY="-3016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8960" behindDoc="0" locked="0" layoutInCell="1" allowOverlap="1" wp14:anchorId="46CDB989" wp14:editId="5D53A06C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139065</wp:posOffset>
                            </wp:positionV>
                            <wp:extent cx="579755" cy="245745"/>
                            <wp:effectExtent l="0" t="0" r="0" b="1905"/>
                            <wp:wrapNone/>
                            <wp:docPr id="1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79755" cy="2457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81EA8" w:rsidRPr="00581EA8" w:rsidRDefault="00581EA8" w:rsidP="00581EA8">
                                        <w:pPr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81EA8"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Rods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28" type="#_x0000_t202" style="position:absolute;margin-left:7.65pt;margin-top:10.95pt;width:45.65pt;height:1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" stroked="f">
                            <v:textbox>
                              <w:txbxContent>
                                <w:p w:rsidR="00581EA8" w:rsidRPr="00581EA8" w:rsidRDefault="00581EA8" w:rsidP="00581EA8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Rods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-3003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81EA8" w:rsidRPr="00581EA8" w:rsidTr="00700B7A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8003" w:tblpY="-2466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581EA8" w:rsidRPr="00581EA8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581EA8" w:rsidRPr="00581EA8" w:rsidRDefault="00581EA8" w:rsidP="00581EA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6662" w:tblpY="-3121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A7316" w:rsidRPr="00581EA8" w:rsidTr="006A731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6A7316" w:rsidRPr="00581EA8" w:rsidRDefault="006A7316" w:rsidP="006A731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581EA8" w:rsidRDefault="00581EA8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1EA8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C3E3F66" wp14:editId="2B132909">
                      <wp:simplePos x="0" y="0"/>
                      <wp:positionH relativeFrom="column">
                        <wp:posOffset>4884088</wp:posOffset>
                      </wp:positionH>
                      <wp:positionV relativeFrom="paragraph">
                        <wp:posOffset>-1171823</wp:posOffset>
                      </wp:positionV>
                      <wp:extent cx="707666" cy="230588"/>
                      <wp:effectExtent l="0" t="0" r="0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7666" cy="23058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81EA8" w:rsidRPr="00581EA8" w:rsidRDefault="00581EA8" w:rsidP="00581EA8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Unit Cube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384.55pt;margin-top:-92.25pt;width:55.7pt;height:18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" stroked="f">
                      <v:textbox>
                        <w:txbxContent>
                          <w:p w:rsidR="00581EA8" w:rsidRPr="00581EA8" w:rsidRDefault="00581EA8" w:rsidP="00581EA8">
                            <w:pPr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581EA8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 xml:space="preserve">Unit Cube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581E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581E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31</w:t>
            </w:r>
            <w:r w:rsidRPr="00581E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581EA8" w:rsidRDefault="00581EA8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EA8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</w:t>
            </w:r>
            <w:r w:rsidR="00232023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  <w:gridCol w:w="241"/>
            </w:tblGrid>
            <w:tr w:rsidR="00505F1D" w:rsidTr="00505F1D">
              <w:trPr>
                <w:trHeight w:val="60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194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D8392B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392B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8720" behindDoc="0" locked="0" layoutInCell="1" allowOverlap="1" wp14:anchorId="191A1736" wp14:editId="18F93D66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309880" cy="229870"/>
                            <wp:effectExtent l="0" t="0" r="0" b="0"/>
                            <wp:wrapNone/>
                            <wp:docPr id="30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9880" cy="2298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D8392B" w:rsidRDefault="00D8392B">
                                        <w:r>
                                          <w:rPr>
                                            <w:rFonts w:ascii="Times New Roman" w:hAnsi="Times New Roman" w:cs="Times New Roman"/>
                                            <w:sz w:val="24"/>
                                            <w:szCs w:val="24"/>
                                          </w:rPr>
                                          <w:t>═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0" type="#_x0000_t202" style="position:absolute;margin-left:50.5pt;margin-top:8.05pt;width:24.4pt;height:18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" stroked="f">
                            <v:textbox>
                              <w:txbxContent>
                                <w:p w:rsidR="00D8392B" w:rsidRDefault="00D8392B"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═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D8392B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3B30B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30BD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0768" behindDoc="0" locked="0" layoutInCell="1" allowOverlap="1" wp14:anchorId="2CB5302C" wp14:editId="3E05D1B7">
                            <wp:simplePos x="0" y="0"/>
                            <wp:positionH relativeFrom="column">
                              <wp:posOffset>40005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389255" cy="198755"/>
                            <wp:effectExtent l="0" t="0" r="0" b="0"/>
                            <wp:wrapNone/>
                            <wp:docPr id="14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89255" cy="1987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B30BD" w:rsidRPr="00581EA8" w:rsidRDefault="003B30BD">
                                        <w:pPr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81EA8"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 xml:space="preserve">Flat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1" type="#_x0000_t202" style="position:absolute;margin-left:3.15pt;margin-top:.5pt;width:30.65pt;height:15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" stroked="f">
                            <v:textbox>
                              <w:txbxContent>
                                <w:p w:rsidR="003B30BD" w:rsidRPr="00581EA8" w:rsidRDefault="003B30BD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Flat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03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65"/>
              </w:trPr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  <w:shd w:val="clear" w:color="auto" w:fill="548DD4" w:themeFill="text2" w:themeFillTint="99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" w:type="dxa"/>
                </w:tcPr>
                <w:p w:rsidR="00505F1D" w:rsidRDefault="00505F1D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5111" w:tblpY="-3016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81EA8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816" behindDoc="0" locked="0" layoutInCell="1" allowOverlap="1" wp14:anchorId="004B2922" wp14:editId="5E75B40C">
                            <wp:simplePos x="0" y="0"/>
                            <wp:positionH relativeFrom="column">
                              <wp:posOffset>97155</wp:posOffset>
                            </wp:positionH>
                            <wp:positionV relativeFrom="paragraph">
                              <wp:posOffset>139065</wp:posOffset>
                            </wp:positionV>
                            <wp:extent cx="579755" cy="245745"/>
                            <wp:effectExtent l="0" t="0" r="0" b="1905"/>
                            <wp:wrapNone/>
                            <wp:docPr id="1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79755" cy="24574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81EA8" w:rsidRPr="00581EA8" w:rsidRDefault="00581EA8">
                                        <w:pPr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81EA8"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>Rods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2" type="#_x0000_t202" style="position:absolute;margin-left:7.65pt;margin-top:10.95pt;width:45.65pt;height:19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" stroked="f">
                            <v:textbox>
                              <w:txbxContent>
                                <w:p w:rsidR="00581EA8" w:rsidRPr="00581EA8" w:rsidRDefault="00581EA8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Rods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-3003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05F1D" w:rsidTr="00505F1D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505F1D" w:rsidRDefault="00505F1D" w:rsidP="00505F1D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6537" w:tblpY="-2966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76"/>
            </w:tblGrid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66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D015BD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1EA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64892120" wp14:editId="7BC8BF02">
                            <wp:simplePos x="0" y="0"/>
                            <wp:positionH relativeFrom="column">
                              <wp:posOffset>161925</wp:posOffset>
                            </wp:positionH>
                            <wp:positionV relativeFrom="paragraph">
                              <wp:posOffset>74930</wp:posOffset>
                            </wp:positionV>
                            <wp:extent cx="707390" cy="230505"/>
                            <wp:effectExtent l="0" t="0" r="0" b="0"/>
                            <wp:wrapNone/>
                            <wp:docPr id="16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707390" cy="2305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81EA8" w:rsidRPr="00D015BD" w:rsidRDefault="00581EA8">
                                        <w:pPr>
                                          <w:rPr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</w:pPr>
                                        <w:r w:rsidRPr="00D015BD">
                                          <w:rPr>
                                            <w:b/>
                                            <w:i/>
                                            <w:sz w:val="16"/>
                                            <w:szCs w:val="16"/>
                                          </w:rPr>
                                          <w:t xml:space="preserve">Unit Cube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3" type="#_x0000_t202" style="position:absolute;margin-left:12.75pt;margin-top:5.9pt;width:55.7pt;height:1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" stroked="f">
                            <v:textbox>
                              <w:txbxContent>
                                <w:p w:rsidR="00581EA8" w:rsidRPr="00D015BD" w:rsidRDefault="00581EA8">
                                  <w:pPr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</w:pPr>
                                  <w:r w:rsidRPr="00D015BD">
                                    <w:rPr>
                                      <w:b/>
                                      <w:i/>
                                      <w:sz w:val="16"/>
                                      <w:szCs w:val="16"/>
                                    </w:rPr>
                                    <w:t xml:space="preserve">Unit Cube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A903C6" w:rsidTr="00A903C6">
              <w:trPr>
                <w:trHeight w:val="279"/>
              </w:trPr>
              <w:tc>
                <w:tcPr>
                  <w:tcW w:w="276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A903C6" w:rsidTr="00A903C6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A903C6" w:rsidRDefault="00A903C6" w:rsidP="00A903C6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8392B" w:rsidRDefault="00581EA8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0.31= 31/100 </w:t>
            </w:r>
            <w:r w:rsidR="00D839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="00D015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D839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0.31= 31/100 </w:t>
            </w:r>
            <w:r w:rsidR="00D839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="0023202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D8392B" w:rsidRDefault="00D8392B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Figure</w:t>
            </w:r>
            <w:r w:rsidR="00232023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  <w:p w:rsidR="00F40104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9"/>
              <w:gridCol w:w="269"/>
              <w:gridCol w:w="270"/>
              <w:gridCol w:w="270"/>
              <w:gridCol w:w="270"/>
              <w:gridCol w:w="501"/>
              <w:gridCol w:w="270"/>
              <w:gridCol w:w="270"/>
              <w:gridCol w:w="270"/>
              <w:gridCol w:w="270"/>
            </w:tblGrid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296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A903C6" w:rsidRPr="00581EA8" w:rsidRDefault="00A903C6" w:rsidP="00A903C6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581EA8">
                    <w:rPr>
                      <w:b/>
                      <w:i/>
                      <w:sz w:val="18"/>
                      <w:szCs w:val="18"/>
                    </w:rPr>
                    <w:t xml:space="preserve">Flat </w:t>
                  </w:r>
                </w:p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15BD" w:rsidTr="00A903C6">
              <w:trPr>
                <w:trHeight w:val="310"/>
              </w:trPr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0" w:type="dxa"/>
                  <w:shd w:val="clear" w:color="auto" w:fill="548DD4" w:themeFill="text2" w:themeFillTint="99"/>
                </w:tcPr>
                <w:p w:rsidR="00232023" w:rsidRDefault="00232023" w:rsidP="00205EE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XSpec="center" w:tblpY="-327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78"/>
              <w:gridCol w:w="278"/>
              <w:gridCol w:w="278"/>
              <w:gridCol w:w="278"/>
              <w:gridCol w:w="278"/>
              <w:gridCol w:w="278"/>
              <w:gridCol w:w="278"/>
              <w:gridCol w:w="278"/>
              <w:gridCol w:w="278"/>
              <w:gridCol w:w="278"/>
            </w:tblGrid>
            <w:tr w:rsidR="00E23723" w:rsidTr="00E23723">
              <w:trPr>
                <w:trHeight w:val="48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55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8392B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F54AFA1" wp14:editId="4EE28FB9">
                            <wp:simplePos x="0" y="0"/>
                            <wp:positionH relativeFrom="column">
                              <wp:posOffset>641350</wp:posOffset>
                            </wp:positionH>
                            <wp:positionV relativeFrom="paragraph">
                              <wp:posOffset>102235</wp:posOffset>
                            </wp:positionV>
                            <wp:extent cx="309880" cy="229870"/>
                            <wp:effectExtent l="0" t="0" r="0" b="0"/>
                            <wp:wrapNone/>
                            <wp:docPr id="360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9880" cy="2298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23723" w:rsidRDefault="00E23723" w:rsidP="00E23723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4" type="#_x0000_t202" style="position:absolute;margin-left:50.5pt;margin-top:8.05pt;width:24.4pt;height:18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" stroked="f">
                            <v:textbox>
                              <w:txbxContent>
                                <w:p w:rsidR="00E23723" w:rsidRDefault="00E23723" w:rsidP="00E23723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B30BD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0224" behindDoc="0" locked="0" layoutInCell="1" allowOverlap="1" wp14:anchorId="64B09D0C" wp14:editId="6685C453">
                            <wp:simplePos x="0" y="0"/>
                            <wp:positionH relativeFrom="column">
                              <wp:posOffset>40005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389255" cy="198755"/>
                            <wp:effectExtent l="0" t="0" r="0" b="0"/>
                            <wp:wrapNone/>
                            <wp:docPr id="361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89255" cy="19875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E23723" w:rsidRPr="00581EA8" w:rsidRDefault="00E23723" w:rsidP="00E23723">
                                        <w:pPr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581EA8">
                                          <w:rPr>
                                            <w:b/>
                                            <w:i/>
                                            <w:sz w:val="18"/>
                                            <w:szCs w:val="18"/>
                                          </w:rPr>
                                          <w:t xml:space="preserve">Flat 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35" type="#_x0000_t202" style="position:absolute;margin-left:3.15pt;margin-top:.5pt;width:30.65pt;height:15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" stroked="f">
                            <v:textbox>
                              <w:txbxContent>
                                <w:p w:rsidR="00E23723" w:rsidRPr="00581EA8" w:rsidRDefault="00E23723" w:rsidP="00E23723">
                                  <w:pPr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581EA8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 xml:space="preserve">Flat 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16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23723" w:rsidTr="00E23723">
              <w:trPr>
                <w:trHeight w:val="211"/>
              </w:trPr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  <w:shd w:val="clear" w:color="auto" w:fill="548DD4" w:themeFill="text2" w:themeFillTint="99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8" w:type="dxa"/>
                </w:tcPr>
                <w:p w:rsidR="00E23723" w:rsidRDefault="00E23723" w:rsidP="00E2372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Pr="00A903C6" w:rsidRDefault="00A903C6" w:rsidP="00205EE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</w:t>
            </w:r>
            <w:r w:rsidRPr="00A903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1.31</w:t>
            </w: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023" w:rsidRDefault="002320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3723" w:rsidRDefault="00E23723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522C0A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C6">
              <w:rPr>
                <w:rFonts w:ascii="Times New Roman" w:hAnsi="Times New Roman" w:cs="Times New Roman"/>
                <w:noProof/>
                <w:color w:val="0070C0"/>
                <w:sz w:val="24"/>
                <w:szCs w:val="24"/>
                <w:highlight w:val="blue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4C9A4BB" wp14:editId="36C16816">
                      <wp:simplePos x="0" y="0"/>
                      <wp:positionH relativeFrom="column">
                        <wp:posOffset>1897380</wp:posOffset>
                      </wp:positionH>
                      <wp:positionV relativeFrom="paragraph">
                        <wp:posOffset>34925</wp:posOffset>
                      </wp:positionV>
                      <wp:extent cx="1592580" cy="1625600"/>
                      <wp:effectExtent l="0" t="0" r="26670" b="31750"/>
                      <wp:wrapNone/>
                      <wp:docPr id="382" name="Group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92580" cy="1625600"/>
                                <a:chOff x="1452" y="2985"/>
                                <a:chExt cx="2508" cy="2560"/>
                              </a:xfrm>
                            </wpg:grpSpPr>
                            <wps:wsp>
                              <wps:cNvPr id="383" name="Line 3"/>
                              <wps:cNvCnPr/>
                              <wps:spPr bwMode="auto">
                                <a:xfrm>
                                  <a:off x="1458" y="2989"/>
                                  <a:ext cx="17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4" name="Line 4"/>
                              <wps:cNvCnPr/>
                              <wps:spPr bwMode="auto">
                                <a:xfrm>
                                  <a:off x="1457" y="2995"/>
                                  <a:ext cx="715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5" name="Line 5"/>
                              <wps:cNvCnPr/>
                              <wps:spPr bwMode="auto">
                                <a:xfrm>
                                  <a:off x="3174" y="2989"/>
                                  <a:ext cx="786" cy="7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6" name="Line 6"/>
                              <wps:cNvCnPr/>
                              <wps:spPr bwMode="auto">
                                <a:xfrm>
                                  <a:off x="2181" y="3737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7" name="Line 7"/>
                              <wps:cNvCnPr/>
                              <wps:spPr bwMode="auto">
                                <a:xfrm>
                                  <a:off x="1452" y="2991"/>
                                  <a:ext cx="0" cy="17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8" name="Line 8"/>
                              <wps:cNvCnPr/>
                              <wps:spPr bwMode="auto">
                                <a:xfrm>
                                  <a:off x="2172" y="3732"/>
                                  <a:ext cx="0" cy="18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9" name="Line 9"/>
                              <wps:cNvCnPr/>
                              <wps:spPr bwMode="auto">
                                <a:xfrm>
                                  <a:off x="3959" y="3732"/>
                                  <a:ext cx="0" cy="18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0" name="Line 10"/>
                              <wps:cNvCnPr/>
                              <wps:spPr bwMode="auto">
                                <a:xfrm>
                                  <a:off x="2171" y="5545"/>
                                  <a:ext cx="17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1" name="Line 11"/>
                              <wps:cNvCnPr/>
                              <wps:spPr bwMode="auto">
                                <a:xfrm>
                                  <a:off x="2181" y="3918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2" name="Line 12"/>
                              <wps:cNvCnPr/>
                              <wps:spPr bwMode="auto">
                                <a:xfrm>
                                  <a:off x="2181" y="4099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3" name="Line 13"/>
                              <wps:cNvCnPr/>
                              <wps:spPr bwMode="auto">
                                <a:xfrm>
                                  <a:off x="2181" y="4279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4" name="Line 14"/>
                              <wps:cNvCnPr/>
                              <wps:spPr bwMode="auto">
                                <a:xfrm>
                                  <a:off x="2181" y="4460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5" name="Line 15"/>
                              <wps:cNvCnPr/>
                              <wps:spPr bwMode="auto">
                                <a:xfrm>
                                  <a:off x="2181" y="4641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6" name="Line 16"/>
                              <wps:cNvCnPr/>
                              <wps:spPr bwMode="auto">
                                <a:xfrm>
                                  <a:off x="2181" y="4822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7" name="Line 17"/>
                              <wps:cNvCnPr/>
                              <wps:spPr bwMode="auto">
                                <a:xfrm>
                                  <a:off x="2181" y="5003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8" name="Line 18"/>
                              <wps:cNvCnPr/>
                              <wps:spPr bwMode="auto">
                                <a:xfrm>
                                  <a:off x="2181" y="5183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9" name="Line 19"/>
                              <wps:cNvCnPr/>
                              <wps:spPr bwMode="auto">
                                <a:xfrm>
                                  <a:off x="2181" y="5364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0" name="Line 20"/>
                              <wps:cNvCnPr/>
                              <wps:spPr bwMode="auto">
                                <a:xfrm>
                                  <a:off x="1457" y="4751"/>
                                  <a:ext cx="706" cy="7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1" name="Line 21"/>
                              <wps:cNvCnPr/>
                              <wps:spPr bwMode="auto">
                                <a:xfrm>
                                  <a:off x="1457" y="3167"/>
                                  <a:ext cx="715" cy="7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2" name="Line 22"/>
                              <wps:cNvCnPr/>
                              <wps:spPr bwMode="auto">
                                <a:xfrm>
                                  <a:off x="1457" y="3342"/>
                                  <a:ext cx="711" cy="7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3" name="Line 23"/>
                              <wps:cNvCnPr/>
                              <wps:spPr bwMode="auto">
                                <a:xfrm>
                                  <a:off x="1457" y="3523"/>
                                  <a:ext cx="713" cy="76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4" name="Line 24"/>
                              <wps:cNvCnPr/>
                              <wps:spPr bwMode="auto">
                                <a:xfrm>
                                  <a:off x="1457" y="3683"/>
                                  <a:ext cx="711" cy="7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5" name="Line 25"/>
                              <wps:cNvCnPr/>
                              <wps:spPr bwMode="auto">
                                <a:xfrm>
                                  <a:off x="1457" y="3865"/>
                                  <a:ext cx="715" cy="7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6" name="Line 26"/>
                              <wps:cNvCnPr/>
                              <wps:spPr bwMode="auto">
                                <a:xfrm>
                                  <a:off x="1457" y="4046"/>
                                  <a:ext cx="708" cy="7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7" name="Line 27"/>
                              <wps:cNvCnPr/>
                              <wps:spPr bwMode="auto">
                                <a:xfrm>
                                  <a:off x="1457" y="4207"/>
                                  <a:ext cx="710" cy="8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8" name="Line 28"/>
                              <wps:cNvCnPr/>
                              <wps:spPr bwMode="auto">
                                <a:xfrm>
                                  <a:off x="1457" y="4402"/>
                                  <a:ext cx="711" cy="7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9" name="Line 29"/>
                              <wps:cNvCnPr/>
                              <wps:spPr bwMode="auto">
                                <a:xfrm>
                                  <a:off x="1457" y="4577"/>
                                  <a:ext cx="713" cy="7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0" name="Line 30"/>
                              <wps:cNvCnPr/>
                              <wps:spPr bwMode="auto">
                                <a:xfrm>
                                  <a:off x="1596" y="3150"/>
                                  <a:ext cx="0" cy="17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1" name="Line 31"/>
                              <wps:cNvCnPr/>
                              <wps:spPr bwMode="auto">
                                <a:xfrm>
                                  <a:off x="1740" y="3295"/>
                                  <a:ext cx="0" cy="17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2" name="Line 32"/>
                              <wps:cNvCnPr/>
                              <wps:spPr bwMode="auto">
                                <a:xfrm>
                                  <a:off x="1884" y="3450"/>
                                  <a:ext cx="0" cy="17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3" name="Line 33"/>
                              <wps:cNvCnPr/>
                              <wps:spPr bwMode="auto">
                                <a:xfrm>
                                  <a:off x="2100" y="3669"/>
                                  <a:ext cx="0" cy="1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4" name="Line 34"/>
                              <wps:cNvCnPr/>
                              <wps:spPr bwMode="auto">
                                <a:xfrm>
                                  <a:off x="1668" y="3224"/>
                                  <a:ext cx="0" cy="17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5" name="Line 35"/>
                              <wps:cNvCnPr/>
                              <wps:spPr bwMode="auto">
                                <a:xfrm>
                                  <a:off x="1812" y="3368"/>
                                  <a:ext cx="0" cy="1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6" name="Line 36"/>
                              <wps:cNvCnPr/>
                              <wps:spPr bwMode="auto">
                                <a:xfrm>
                                  <a:off x="1956" y="3525"/>
                                  <a:ext cx="0" cy="17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7" name="Line 37"/>
                              <wps:cNvCnPr/>
                              <wps:spPr bwMode="auto">
                                <a:xfrm>
                                  <a:off x="2028" y="3599"/>
                                  <a:ext cx="0" cy="17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8" name="Line 38"/>
                              <wps:cNvCnPr/>
                              <wps:spPr bwMode="auto">
                                <a:xfrm>
                                  <a:off x="1524" y="3063"/>
                                  <a:ext cx="0" cy="17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9" name="Line 39"/>
                              <wps:cNvCnPr/>
                              <wps:spPr bwMode="auto">
                                <a:xfrm>
                                  <a:off x="1609" y="2995"/>
                                  <a:ext cx="734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0" name="Line 40"/>
                              <wps:cNvCnPr/>
                              <wps:spPr bwMode="auto">
                                <a:xfrm>
                                  <a:off x="1769" y="2990"/>
                                  <a:ext cx="753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1" name="Line 41"/>
                              <wps:cNvCnPr/>
                              <wps:spPr bwMode="auto">
                                <a:xfrm>
                                  <a:off x="1954" y="2990"/>
                                  <a:ext cx="748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2" name="Line 42"/>
                              <wps:cNvCnPr/>
                              <wps:spPr bwMode="auto">
                                <a:xfrm>
                                  <a:off x="2119" y="2985"/>
                                  <a:ext cx="763" cy="7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3" name="Line 43"/>
                              <wps:cNvCnPr/>
                              <wps:spPr bwMode="auto">
                                <a:xfrm>
                                  <a:off x="2308" y="2990"/>
                                  <a:ext cx="754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4" name="Line 44"/>
                              <wps:cNvCnPr/>
                              <wps:spPr bwMode="auto">
                                <a:xfrm>
                                  <a:off x="2465" y="2990"/>
                                  <a:ext cx="776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5" name="Line 45"/>
                              <wps:cNvCnPr/>
                              <wps:spPr bwMode="auto">
                                <a:xfrm>
                                  <a:off x="2635" y="2995"/>
                                  <a:ext cx="786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6" name="Line 46"/>
                              <wps:cNvCnPr/>
                              <wps:spPr bwMode="auto">
                                <a:xfrm>
                                  <a:off x="3004" y="2990"/>
                                  <a:ext cx="777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7" name="Line 47"/>
                              <wps:cNvCnPr/>
                              <wps:spPr bwMode="auto">
                                <a:xfrm>
                                  <a:off x="2829" y="2995"/>
                                  <a:ext cx="772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8" name="Line 48"/>
                              <wps:cNvCnPr/>
                              <wps:spPr bwMode="auto">
                                <a:xfrm>
                                  <a:off x="2351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9" name="Line 49"/>
                              <wps:cNvCnPr/>
                              <wps:spPr bwMode="auto">
                                <a:xfrm>
                                  <a:off x="2529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0" name="Line 50"/>
                              <wps:cNvCnPr/>
                              <wps:spPr bwMode="auto">
                                <a:xfrm>
                                  <a:off x="2708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1" name="Line 51"/>
                              <wps:cNvCnPr/>
                              <wps:spPr bwMode="auto">
                                <a:xfrm>
                                  <a:off x="2887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2" name="Line 52"/>
                              <wps:cNvCnPr/>
                              <wps:spPr bwMode="auto">
                                <a:xfrm>
                                  <a:off x="3065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3" name="Line 53"/>
                              <wps:cNvCnPr/>
                              <wps:spPr bwMode="auto">
                                <a:xfrm>
                                  <a:off x="3244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4" name="Line 54"/>
                              <wps:cNvCnPr/>
                              <wps:spPr bwMode="auto">
                                <a:xfrm>
                                  <a:off x="3423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5" name="Line 55"/>
                              <wps:cNvCnPr/>
                              <wps:spPr bwMode="auto">
                                <a:xfrm>
                                  <a:off x="3601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6" name="Line 56"/>
                              <wps:cNvCnPr/>
                              <wps:spPr bwMode="auto">
                                <a:xfrm>
                                  <a:off x="3780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7" name="Line 57"/>
                              <wps:cNvCnPr/>
                              <wps:spPr bwMode="auto">
                                <a:xfrm>
                                  <a:off x="1607" y="3138"/>
                                  <a:ext cx="17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8" name="Line 58"/>
                              <wps:cNvCnPr/>
                              <wps:spPr bwMode="auto">
                                <a:xfrm>
                                  <a:off x="1752" y="3288"/>
                                  <a:ext cx="17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9" name="Line 59"/>
                              <wps:cNvCnPr/>
                              <wps:spPr bwMode="auto">
                                <a:xfrm>
                                  <a:off x="1976" y="3513"/>
                                  <a:ext cx="1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0" name="Line 60"/>
                              <wps:cNvCnPr/>
                              <wps:spPr bwMode="auto">
                                <a:xfrm>
                                  <a:off x="2116" y="3662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1" name="Line 61"/>
                              <wps:cNvCnPr/>
                              <wps:spPr bwMode="auto">
                                <a:xfrm>
                                  <a:off x="1525" y="3063"/>
                                  <a:ext cx="172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2" name="Line 62"/>
                              <wps:cNvCnPr/>
                              <wps:spPr bwMode="auto">
                                <a:xfrm>
                                  <a:off x="1669" y="3213"/>
                                  <a:ext cx="173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3" name="Line 63"/>
                              <wps:cNvCnPr/>
                              <wps:spPr bwMode="auto">
                                <a:xfrm>
                                  <a:off x="1888" y="3438"/>
                                  <a:ext cx="1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4" name="Line 64"/>
                              <wps:cNvCnPr/>
                              <wps:spPr bwMode="auto">
                                <a:xfrm>
                                  <a:off x="2043" y="3587"/>
                                  <a:ext cx="17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5" name="Line 65"/>
                              <wps:cNvCnPr/>
                              <wps:spPr bwMode="auto">
                                <a:xfrm>
                                  <a:off x="1827" y="3363"/>
                                  <a:ext cx="17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2" o:spid="_x0000_s1026" style="position:absolute;margin-left:149.4pt;margin-top:2.75pt;width:125.4pt;height:128pt;z-index:251702272" coordorigin="1452,2985" coordsize="250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">
                      <v:line id="Line 3" o:spid="_x0000_s1027" style="position:absolute;visibility:visible;mso-wrap-style:square" from="1458,2989" to="3176,2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zzEsYAAADcAAAADwAAAGRycy9kb3ducmV2LnhtbESPQWvCQBSE7wX/w/KE3uqmDQSJriIV&#10;QXso1Rb0+Mw+k2j2bdjdJum/7xYKHoeZ+YaZLwfTiI6cry0reJ4kIIgLq2suFXx9bp6mIHxA1thY&#10;JgU/5GG5GD3MMde25z11h1CKCGGfo4IqhDaX0hcVGfQT2xJH72KdwRClK6V22Ee4aeRL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Y88xLGAAAA3AAAAA8AAAAAAAAA&#10;AAAAAAAAoQIAAGRycy9kb3ducmV2LnhtbFBLBQYAAAAABAAEAPkAAACUAwAAAAA=&#10;"/>
                      <v:line id="Line 4" o:spid="_x0000_s1028" style="position:absolute;visibility:visible;mso-wrap-style:square" from="1457,2995" to="2172,3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VrZscAAADcAAAADwAAAGRycy9kb3ducmV2LnhtbESPT2vCQBTE7wW/w/KE3uqmtQSJriIt&#10;Be1B/Ad6fGafSdrs27C7TdJv7wqFHoeZ+Q0zW/SmFi05X1lW8DxKQBDnVldcKDgePp4mIHxA1lhb&#10;JgW/5GExHzzMMNO24x21+1CICGGfoYIyhCaT0uclGfQj2xBH72qdwRClK6R22EW4qeVLkqTSYMVx&#10;ocSG3krKv/c/RsFmvE3b5fpz1Z/W6SV/313OX51T6nHYL6cgAvXhP/zXXmkF48k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1WtmxwAAANwAAAAPAAAAAAAA&#10;AAAAAAAAAKECAABkcnMvZG93bnJldi54bWxQSwUGAAAAAAQABAD5AAAAlQMAAAAA&#10;"/>
                      <v:line id="Line 5" o:spid="_x0000_s1029" style="position:absolute;visibility:visible;mso-wrap-style:square" from="3174,2989" to="3960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O/ccAAADcAAAADwAAAGRycy9kb3ducmV2LnhtbESPT2vCQBTE7wW/w/KE3uqmlQaJriIt&#10;Be1B/Ad6fGafSdrs27C7TdJv7wqFHoeZ+Q0zW/SmFi05X1lW8DxKQBDnVldcKDgePp4mIHxA1lhb&#10;JgW/5GExHzzMMNO24x21+1CICGGfoYIyhCaT0uclGfQj2xBH72qdwRClK6R22EW4qeVLkqTSYMVx&#10;ocSG3krKv/c/RsFmvE3b5fpz1Z/W6SV/313OX51T6nHYL6cgAvXhP/zXXmkF48kr3M/EIyD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mc79xwAAANwAAAAPAAAAAAAA&#10;AAAAAAAAAKECAABkcnMvZG93bnJldi54bWxQSwUGAAAAAAQABAD5AAAAlQMAAAAA&#10;"/>
                      <v:line id="Line 6" o:spid="_x0000_s1030" style="position:absolute;visibility:visible;mso-wrap-style:square" from="2181,3737" to="3960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tQisYAAADc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zVO4nYlHQC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ZLUIrGAAAA3AAAAA8AAAAAAAAA&#10;AAAAAAAAoQIAAGRycy9kb3ducmV2LnhtbFBLBQYAAAAABAAEAPkAAACUAwAAAAA=&#10;"/>
                      <v:line id="Line 7" o:spid="_x0000_s1031" style="position:absolute;visibility:visible;mso-wrap-style:square" from="1452,2991" to="1452,4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f1EccAAADcAAAADwAAAGRycy9kb3ducmV2LnhtbESPT2vCQBTE7wW/w/KE3uqmFVKJriIt&#10;Be2h1D+gx2f2maTNvg272yT99q4geBxm5jfMbNGbWrTkfGVZwfMoAUGcW11xoWC/+3iagPABWWNt&#10;mRT8k4fFfPAww0zbjjfUbkMhIoR9hgrKEJpMSp+XZNCPbEMcvbN1BkOUrpDaYRfhppYvSZJKgxXH&#10;hRIbeisp/93+GQVf4++0Xa4/V/1hnZ7y983p+NM5pR6H/XIKIlAf7uFbe6UVjCev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B/URxwAAANwAAAAPAAAAAAAA&#10;AAAAAAAAAKECAABkcnMvZG93bnJldi54bWxQSwUGAAAAAAQABAD5AAAAlQMAAAAA&#10;"/>
                      <v:line id="Line 8" o:spid="_x0000_s1032" style="position:absolute;visibility:visible;mso-wrap-style:square" from="2172,3732" to="2172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hhY8MAAADcAAAADwAAAGRycy9kb3ducmV2LnhtbERPz2vCMBS+C/4P4Qm7aeqEItUoogx0&#10;hzGdoMdn82yrzUtJsrb775fDYMeP7/dy3ZtatOR8ZVnBdJKAIM6trrhQcP56G89B+ICssbZMCn7I&#10;w3o1HCwx07bjI7WnUIgYwj5DBWUITSalz0sy6Ce2IY7c3TqDIUJXSO2wi+Gmlq9JkkqDFceGEhva&#10;lpQ/T99Gwcfs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iYYWPDAAAA3AAAAA8AAAAAAAAAAAAA&#10;AAAAoQIAAGRycy9kb3ducmV2LnhtbFBLBQYAAAAABAAEAPkAAACRAwAAAAA=&#10;"/>
                      <v:line id="Line 9" o:spid="_x0000_s1033" style="position:absolute;visibility:visible;mso-wrap-style:square" from="3959,3732" to="3959,5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TE+MYAAADcAAAADwAAAGRycy9kb3ducmV2LnhtbESPQWvCQBSE7wX/w/KE3urGCkFTVxGl&#10;oD2UqoX2+Mw+k2j2bdjdJum/7xYEj8PMfMPMl72pRUvOV5YVjEcJCOLc6ooLBZ/H16cpCB+QNdaW&#10;ScEveVguBg9zzLTteE/tIRQiQthnqKAMocmk9HlJBv3INsTRO1tnMETpCqkddhFuavmcJKk0WHFc&#10;KLGhdUn59fBjFLxPPt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UxPjGAAAA3AAAAA8AAAAAAAAA&#10;AAAAAAAAoQIAAGRycy9kb3ducmV2LnhtbFBLBQYAAAAABAAEAPkAAACUAwAAAAA=&#10;"/>
                      <v:line id="Line 10" o:spid="_x0000_s1034" style="position:absolute;visibility:visible;mso-wrap-style:square" from="2171,5545" to="3960,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f7uMMAAADcAAAADwAAAGRycy9kb3ducmV2LnhtbERPy2rCQBTdC/7DcIXudNIKwaaOIi0F&#10;7UJ8gS6vmdskbeZOmJkm8e+dhdDl4bzny97UoiXnK8sKnicJCOLc6ooLBafj53gGwgdkjbVlUnAj&#10;D8vFcDDHTNuO99QeQiFiCPsMFZQhNJmUPi/JoJ/Yhjhy39YZDBG6QmqHXQw3tXxJklQarDg2lNjQ&#10;e0n57+HPKNhOd2m72nyt+/MmveYf++vlp3NKPY361RuIQH34Fz/ca61g+hrnxz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3+7jDAAAA3AAAAA8AAAAAAAAAAAAA&#10;AAAAoQIAAGRycy9kb3ducmV2LnhtbFBLBQYAAAAABAAEAPkAAACRAwAAAAA=&#10;"/>
                      <v:line id="Line 11" o:spid="_x0000_s1035" style="position:absolute;visibility:visible;mso-wrap-style:square" from="2181,3918" to="3960,3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teI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vpj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7XiPGAAAA3AAAAA8AAAAAAAAA&#10;AAAAAAAAoQIAAGRycy9kb3ducmV2LnhtbFBLBQYAAAAABAAEAPkAAACUAwAAAAA=&#10;"/>
                      <v:line id="Line 12" o:spid="_x0000_s1036" style="position:absolute;visibility:visible;mso-wrap-style:square" from="2181,4099" to="3960,4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nAVM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h3D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pwFTGAAAA3AAAAA8AAAAAAAAA&#10;AAAAAAAAoQIAAGRycy9kb3ducmV2LnhtbFBLBQYAAAAABAAEAPkAAACUAwAAAAA=&#10;"/>
                      <v:line id="Line 13" o:spid="_x0000_s1037" style="position:absolute;visibility:visible;mso-wrap-style:square" from="2181,4279" to="3960,4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+Vlz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6W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5WXPxwAAANwAAAAPAAAAAAAA&#10;AAAAAAAAAKECAABkcnMvZG93bnJldi54bWxQSwUGAAAAAAQABAD5AAAAlQMAAAAA&#10;"/>
                      <v:line id="Line 14" o:spid="_x0000_s1038" style="position:absolute;visibility:visible;mso-wrap-style:square" from="2181,4460" to="3960,4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9u8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sDP27xwAAANwAAAAPAAAAAAAA&#10;AAAAAAAAAKECAABkcnMvZG93bnJldi54bWxQSwUGAAAAAAQABAD5AAAAlQMAAAAA&#10;"/>
                      <v:line id="Line 15" o:spid="_x0000_s1039" style="position:absolute;visibility:visible;mso-wrap-style:square" from="2181,4641" to="3960,4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BYIM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QFggxwAAANwAAAAPAAAAAAAA&#10;AAAAAAAAAKECAABkcnMvZG93bnJldi54bWxQSwUGAAAAAAQABAD5AAAAlQMAAAAA&#10;"/>
                      <v:line id="Line 16" o:spid="_x0000_s1040" style="position:absolute;visibility:visible;mso-wrap-style:square" from="2181,4822" to="3960,4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5LGV8cAAADc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v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zksZXxwAAANwAAAAPAAAAAAAA&#10;AAAAAAAAAKECAABkcnMvZG93bnJldi54bWxQSwUGAAAAAAQABAD5AAAAlQMAAAAA&#10;"/>
                      <v:line id="Line 17" o:spid="_x0000_s1041" style="position:absolute;visibility:visible;mso-wrap-style:square" from="2181,5003" to="3960,5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5jzMcAAADcAAAADwAAAGRycy9kb3ducmV2LnhtbESPQWvCQBSE74X+h+UVvNVNK6Q1uopY&#10;BO2hqBX0+Mw+k9Ts27C7TdJ/3y0UPA4z8w0znfemFi05X1lW8DRMQBDnVldcKDh8rh5fQfiArLG2&#10;TAp+yMN8dn83xUzbjnfU7kMhIoR9hgrKEJpMSp+XZNAPbUMcvYt1BkOUrpDaYRfhppbPSZJKgxXH&#10;hRIbWpaUX/ffRsHHaJu2i837uj9u0nP+tjufvjqn1OChX0xABOrDLfzfXmsFo/EL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3mPMxwAAANwAAAAPAAAAAAAA&#10;AAAAAAAAAKECAABkcnMvZG93bnJldi54bWxQSwUGAAAAAAQABAD5AAAAlQMAAAAA&#10;"/>
                      <v:line id="Line 18" o:spid="_x0000_s1042" style="position:absolute;visibility:visible;mso-wrap-style:square" from="2181,5183" to="3960,5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H3vsMAAADcAAAADwAAAGRycy9kb3ducmV2LnhtbERPy2rCQBTdC/7DcIXudNIKwaaOIi0F&#10;7UJ8gS6vmdskbeZOmJkm8e+dhdDl4bzny97UoiXnK8sKnicJCOLc6ooLBafj53gGwgdkjbVlUnAj&#10;D8vFcDDHTNuO99QeQiFiCPsMFZQhNJmUPi/JoJ/Yhjhy39YZDBG6QmqHXQw3tXxJklQarDg2lNjQ&#10;e0n57+HPKNhOd2m72nyt+/MmveYf++vlp3NKPY361RuIQH34Fz/ca61g+hrXxjPxCMjF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1B977DAAAA3AAAAA8AAAAAAAAAAAAA&#10;AAAAoQIAAGRycy9kb3ducmV2LnhtbFBLBQYAAAAABAAEAPkAAACRAwAAAAA=&#10;"/>
                      <v:line id="Line 19" o:spid="_x0000_s1043" style="position:absolute;visibility:visible;mso-wrap-style:square" from="2181,5364" to="3960,5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1SJccAAADcAAAADwAAAGRycy9kb3ducmV2LnhtbESPT2vCQBTE7wW/w/KE3uqmFUKNriIt&#10;Be2h1D+gx2f2maTNvg272yT99q4geBxm5jfMbNGbWrTkfGVZwfMoAUGcW11xoWC/+3h6BeEDssba&#10;Min4Jw+L+eBhhpm2HW+o3YZCRAj7DBWUITSZlD4vyaAf2YY4emfrDIYoXSG1wy7CTS1fkiSVBiuO&#10;CyU29FZS/rv9Mwq+xt9pu1x/rvrDOj3l75vT8adzSj0O++UURKA+3MO39korGE8mcD0Tj4Cc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CDVIlxwAAANwAAAAPAAAAAAAA&#10;AAAAAAAAAKECAABkcnMvZG93bnJldi54bWxQSwUGAAAAAAQABAD5AAAAlQMAAAAA&#10;"/>
                      <v:line id="Line 20" o:spid="_x0000_s1044" style="position:absolute;visibility:visible;mso-wrap-style:square" from="1457,4751" to="2163,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5ejWs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nxz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l6NaxAAAANwAAAAPAAAAAAAAAAAA&#10;AAAAAKECAABkcnMvZG93bnJldi54bWxQSwUGAAAAAAQABAD5AAAAkgMAAAAA&#10;"/>
                      <v:line id="Line 21" o:spid="_x0000_s1045" style="position:absolute;visibility:visible;mso-wrap-style:square" from="1457,3167" to="2172,3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sGwc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azKC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TbBsHGAAAA3AAAAA8AAAAAAAAA&#10;AAAAAAAAoQIAAGRycy9kb3ducmV2LnhtbFBLBQYAAAAABAAEAPkAAACUAwAAAAA=&#10;"/>
                      <v:line id="Line 22" o:spid="_x0000_s1046" style="position:absolute;visibility:visible;mso-wrap-style:square" from="1457,3342" to="2168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AmYts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nEz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QJmLbGAAAA3AAAAA8AAAAAAAAA&#10;AAAAAAAAoQIAAGRycy9kb3ducmV2LnhtbFBLBQYAAAAABAAEAPkAAACUAwAAAAA=&#10;"/>
                      <v:line id="Line 23" o:spid="_x0000_s1047" style="position:absolute;visibility:visible;mso-wrap-style:square" from="1457,3523" to="2170,4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U9Lc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8kM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RT0txwAAANwAAAAPAAAAAAAA&#10;AAAAAAAAAKECAABkcnMvZG93bnJldi54bWxQSwUGAAAAAAQABAD5AAAAlQMAAAAA&#10;"/>
                      <v:line id="Line 24" o:spid="_x0000_s1048" style="position:absolute;visibility:visible;mso-wrap-style:square" from="1457,3683" to="2168,4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ylWccAAADc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2QC/2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rKVZxwAAANwAAAAPAAAAAAAA&#10;AAAAAAAAAKECAABkcnMvZG93bnJldi54bWxQSwUGAAAAAAQABAD5AAAAlQMAAAAA&#10;"/>
                      <v:line id="Line 25" o:spid="_x0000_s1049" style="position:absolute;visibility:visible;mso-wrap-style:square" from="1457,3865" to="2172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AAwscAAADc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CYzuJ2JR0A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r4ADCxwAAANwAAAAPAAAAAAAA&#10;AAAAAAAAAKECAABkcnMvZG93bnJldi54bWxQSwUGAAAAAAQABAD5AAAAlQMAAAAA&#10;"/>
                      <v:line id="Line 26" o:spid="_x0000_s1050" style="position:absolute;visibility:visible;mso-wrap-style:square" from="1457,4046" to="2165,4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KetccAAADc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pIU7mfiEZCz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Mp61xwAAANwAAAAPAAAAAAAA&#10;AAAAAAAAAKECAABkcnMvZG93bnJldi54bWxQSwUGAAAAAAQABAD5AAAAlQMAAAAA&#10;"/>
                      <v:line id="Line 27" o:spid="_x0000_s1051" style="position:absolute;visibility:visible;mso-wrap-style:square" from="1457,4207" to="2167,5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47LscAAADc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M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0fjsuxwAAANwAAAAPAAAAAAAA&#10;AAAAAAAAAKECAABkcnMvZG93bnJldi54bWxQSwUGAAAAAAQABAD5AAAAlQMAAAAA&#10;"/>
                      <v:line id="Line 28" o:spid="_x0000_s1052" style="position:absolute;visibility:visible;mso-wrap-style:square" from="1457,4402" to="2168,5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GvXMQAAADcAAAADwAAAGRycy9kb3ducmV2LnhtbERPy2rCQBTdF/yH4Qru6sRagkRHkZaC&#10;dlHqA3R5zVyTaOZOmJkm6d93FgWXh/NerHpTi5acrywrmIwTEMS51RUXCo6Hj+cZCB+QNdaWScEv&#10;eVgtB08LzLTteEftPhQihrDPUEEZQpNJ6fOSDPqxbYgjd7XOYIjQFVI77GK4qeVLkqTSYMWxocSG&#10;3krK7/sfo+Br+p226+3npj9t00v+vrucb51TajTs13MQgfrwEP+7N1rBaxLXxjPxCM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4a9cxAAAANwAAAAPAAAAAAAAAAAA&#10;AAAAAKECAABkcnMvZG93bnJldi54bWxQSwUGAAAAAAQABAD5AAAAkgMAAAAA&#10;"/>
                      <v:line id="Line 29" o:spid="_x0000_s1053" style="position:absolute;visibility:visible;mso-wrap-style:square" from="1457,4577" to="2170,5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0Kx8cAAADc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NnuJ6JR0DO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rQrHxwAAANwAAAAPAAAAAAAA&#10;AAAAAAAAAKECAABkcnMvZG93bnJldi54bWxQSwUGAAAAAAQABAD5AAAAlQMAAAAA&#10;"/>
                      <v:line id="Line 30" o:spid="_x0000_s1054" style="position:absolute;visibility:visible;mso-wrap-style:square" from="1596,3150" to="1596,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k41h8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mcH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TjWHxAAAANwAAAAPAAAAAAAAAAAA&#10;AAAAAKECAABkcnMvZG93bnJldi54bWxQSwUGAAAAAAQABAD5AAAAkgMAAAAA&#10;"/>
                      <v:line id="Line 31" o:spid="_x0000_s1055" style="position:absolute;visibility:visible;mso-wrap-style:square" from="1740,3295" to="1740,5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KQHMcAAADcAAAADwAAAGRycy9kb3ducmV2LnhtbESPQWvCQBSE7wX/w/IEb3WTWoKkriIt&#10;Be2hVFvQ4zP7mkSzb8PuNkn/fbcgeBxm5htmsRpMIzpyvrasIJ0mIIgLq2suFXx9vt7PQfiArLGx&#10;TAp+ycNqObpbYK5tzzvq9qEUEcI+RwVVCG0upS8qMuintiWO3rd1BkOUrpTaYR/hppEPSZJJgzXH&#10;hQpbeq6ouOx/jIL32UfWrbdvm+GwzU7Fy+50PPdOqcl4WD+BCDSEW/ja3mgFj2kK/2fiEZ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ApAcxwAAANwAAAAPAAAAAAAA&#10;AAAAAAAAAKECAABkcnMvZG93bnJldi54bWxQSwUGAAAAAAQABAD5AAAAlQMAAAAA&#10;"/>
                      <v:line id="Line 32" o:spid="_x0000_s1056" style="position:absolute;visibility:visible;mso-wrap-style:square" from="1884,3450" to="1884,5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Oa8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2m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h0A5rxwAAANwAAAAPAAAAAAAA&#10;AAAAAAAAAKECAABkcnMvZG93bnJldi54bWxQSwUGAAAAAAQABAD5AAAAlQMAAAAA&#10;"/>
                      <v:line id="Line 33" o:spid="_x0000_s1057" style="position:absolute;visibility:visible;mso-wrap-style:square" from="2100,3669" to="2100,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yr8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vD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6cq/DGAAAA3AAAAA8AAAAAAAAA&#10;AAAAAAAAoQIAAGRycy9kb3ducmV2LnhtbFBLBQYAAAAABAAEAPkAAACUAwAAAAA=&#10;"/>
                      <v:line id="Line 34" o:spid="_x0000_s1058" style="position:absolute;visibility:visible;mso-wrap-style:square" from="1668,3224" to="1668,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UzhM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yF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1M4TGAAAA3AAAAA8AAAAAAAAA&#10;AAAAAAAAoQIAAGRycy9kb3ducmV2LnhtbFBLBQYAAAAABAAEAPkAAACUAwAAAAA=&#10;"/>
                      <v:line id="Line 35" o:spid="_x0000_s1059" style="position:absolute;visibility:visible;mso-wrap-style:square" from="1812,3368" to="1812,5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mWH8cAAADcAAAADwAAAGRycy9kb3ducmV2LnhtbESPQWvCQBSE70L/w/IKvelGa0OJriKW&#10;gvZQqi20x2f2mUSzb8PumqT/3hUKPQ4z8w0zX/amFi05X1lWMB4lIIhzqysuFHx9vg6fQfiArLG2&#10;TAp+ycNycTeYY6Ztxztq96EQEcI+QwVlCE0mpc9LMuhHtiGO3tE6gyFKV0jtsItwU8tJkqTSYMVx&#10;ocSG1iXl5/3FKHh//Ejb1fZt039v00P+sjv8nDqn1MN9v5qBCNSH//Bfe6MVTMdPcDsTj4BcXA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OZYfxwAAANwAAAAPAAAAAAAA&#10;AAAAAAAAAKECAABkcnMvZG93bnJldi54bWxQSwUGAAAAAAQABAD5AAAAlQMAAAAA&#10;"/>
                      <v:line id="Line 36" o:spid="_x0000_s1060" style="position:absolute;visibility:visible;mso-wrap-style:square" from="1956,3525" to="1956,5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sIaMYAAADc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yiF65l4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rCGjGAAAA3AAAAA8AAAAAAAAA&#10;AAAAAAAAoQIAAGRycy9kb3ducmV2LnhtbFBLBQYAAAAABAAEAPkAAACUAwAAAAA=&#10;"/>
                      <v:line id="Line 37" o:spid="_x0000_s1061" style="position:absolute;visibility:visible;mso-wrap-style:square" from="2028,3599" to="2028,5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et88cAAADcAAAADwAAAGRycy9kb3ducmV2LnhtbESPQWvCQBSE74X+h+UVeqsbraQluopY&#10;CtpDUVtoj8/sM4lm34bdNUn/vSsUPA4z8w0znfemFi05X1lWMBwkIIhzqysuFHx/vT+9gvABWWNt&#10;mRT8kYf57P5uipm2HW+p3YVCRAj7DBWUITSZlD4vyaAf2IY4egfrDIYoXSG1wy7CTS1HSZJKgxXH&#10;hRIbWpaUn3Zno+DzeZO2i/XHqv9Zp/v8bbv/PXZOqceHfjEBEagPt/B/e6UVjIc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xp63zxwAAANwAAAAPAAAAAAAA&#10;AAAAAAAAAKECAABkcnMvZG93bnJldi54bWxQSwUGAAAAAAQABAD5AAAAlQMAAAAA&#10;"/>
                      <v:line id="Line 38" o:spid="_x0000_s1062" style="position:absolute;visibility:visible;mso-wrap-style:square" from="1524,3063" to="1524,4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g5gcQAAADcAAAADwAAAGRycy9kb3ducmV2LnhtbERPy2rCQBTdC/7DcAvd6cS2hJI6iigF&#10;dSH1Abq8Zm6T1MydMDMm6d87i0KXh/OezntTi5acrywrmIwTEMS51RUXCk7Hz9E7CB+QNdaWScEv&#10;eZjPhoMpZtp2vKf2EAoRQ9hnqKAMocmk9HlJBv3YNsSR+7bOYIjQFVI77GK4qeVLkqTSYMWxocSG&#10;liXlt8PdKNi9fqXtYrNd9+dNes1X++vlp3NKPT/1iw8QgfrwL/5zr7WCt0lcG8/EIyB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DmBxAAAANwAAAAPAAAAAAAAAAAA&#10;AAAAAKECAABkcnMvZG93bnJldi54bWxQSwUGAAAAAAQABAD5AAAAkgMAAAAA&#10;"/>
                      <v:line id="Line 39" o:spid="_x0000_s1063" style="position:absolute;visibility:visible;mso-wrap-style:square" from="1609,2995" to="2343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ScGscAAADcAAAADwAAAGRycy9kb3ducmV2LnhtbESPQWvCQBSE74X+h+UVeqsbrYQ2uopY&#10;CtpDUVtoj8/sM4lm34bdNUn/vSsUPA4z8w0znfemFi05X1lWMBwkIIhzqysuFHx/vT+9gPABWWNt&#10;mRT8kYf57P5uipm2HW+p3YVCRAj7DBWUITSZlD4vyaAf2IY4egfrDIYoXSG1wy7CTS1HSZJKgxXH&#10;hRIbWpaUn3Zno+DzeZO2i/XHqv9Zp/v8bbv/PXZOqceHfjEBEagPt/B/e6UVjIe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dJwaxwAAANwAAAAPAAAAAAAA&#10;AAAAAAAAAKECAABkcnMvZG93bnJldi54bWxQSwUGAAAAAAQABAD5AAAAlQMAAAAA&#10;"/>
                      <v:line id="Line 40" o:spid="_x0000_s1064" style="position:absolute;visibility:visible;mso-wrap-style:square" from="1769,2990" to="252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L/Os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nxz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i/zrDAAAA3AAAAA8AAAAAAAAAAAAA&#10;AAAAoQIAAGRycy9kb3ducmV2LnhtbFBLBQYAAAAABAAEAPkAAACRAwAAAAA=&#10;"/>
                      <v:line id="Line 41" o:spid="_x0000_s1065" style="position:absolute;visibility:visible;mso-wrap-style:square" from="1954,2990" to="270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5aoccAAADcAAAADwAAAGRycy9kb3ducmV2LnhtbESPT2vCQBTE70K/w/IK3nSjliCpq0hL&#10;QXsQ/xTa4zP7TGKzb8PuNkm/vSsUehxm5jfMYtWbWrTkfGVZwWScgCDOra64UPBxehvNQfiArLG2&#10;TAp+ycNq+TBYYKZtxwdqj6EQEcI+QwVlCE0mpc9LMujHtiGO3sU6gyFKV0jtsItwU8tpkqTSYMVx&#10;ocSGXkrKv48/RsFutk/b9fZ9039u03P+ejh/XTun1PCxXz+DCNSH//Bfe6MVPE0ncD8Tj4Bc3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blqhxwAAANwAAAAPAAAAAAAA&#10;AAAAAAAAAKECAABkcnMvZG93bnJldi54bWxQSwUGAAAAAAQABAD5AAAAlQMAAAAA&#10;"/>
                      <v:line id="Line 42" o:spid="_x0000_s1066" style="position:absolute;visibility:visible;mso-wrap-style:square" from="2119,2985" to="288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zE1scAAADcAAAADwAAAGRycy9kb3ducmV2LnhtbESPQWvCQBSE7wX/w/KE3urGtARJXUUs&#10;Be2hVFvQ4zP7mkSzb8PuNkn/fbcgeBxm5htmvhxMIzpyvrasYDpJQBAXVtdcKvj6fH2YgfABWWNj&#10;mRT8koflYnQ3x1zbnnfU7UMpIoR9jgqqENpcSl9UZNBPbEscvW/rDIYoXSm1wz7CTSPTJMmkwZrj&#10;QoUtrSsqLvsfo+D98SPrVtu3zXDYZqfiZXc6nnun1P14WD2DCDSEW/ja3mgFT2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vvMTWxwAAANwAAAAPAAAAAAAA&#10;AAAAAAAAAKECAABkcnMvZG93bnJldi54bWxQSwUGAAAAAAQABAD5AAAAlQMAAAAA&#10;"/>
                      <v:line id="Line 43" o:spid="_x0000_s1067" style="position:absolute;visibility:visible;mso-wrap-style:square" from="2308,2990" to="306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BhTc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sYT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A8GFNxwAAANwAAAAPAAAAAAAA&#10;AAAAAAAAAKECAABkcnMvZG93bnJldi54bWxQSwUGAAAAAAQABAD5AAAAlQMAAAAA&#10;"/>
                      <v:line id="Line 44" o:spid="_x0000_s1068" style="position:absolute;visibility:visible;mso-wrap-style:square" from="2465,2990" to="324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n5Oc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PGfk5xwAAANwAAAAPAAAAAAAA&#10;AAAAAAAAAKECAABkcnMvZG93bnJldi54bWxQSwUGAAAAAAQABAD5AAAAlQMAAAAA&#10;"/>
                      <v:line id="Line 45" o:spid="_x0000_s1069" style="position:absolute;visibility:visible;mso-wrap-style:square" from="2635,2995" to="342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VcoscAAADcAAAADwAAAGRycy9kb3ducmV2LnhtbESPQWvCQBSE7wX/w/IKvdVNbRskuopY&#10;CtpDqVbQ4zP7TKLZt2F3m6T/3hUKPQ4z8w0znfemFi05X1lW8DRMQBDnVldcKNh9vz+OQfiArLG2&#10;TAp+ycN8NribYqZtxxtqt6EQEcI+QwVlCE0mpc9LMuiHtiGO3sk6gyFKV0jtsItwU8tRkqTSYMVx&#10;ocSGliXll+2PUfD5/JW2i/XHqt+v02P+tjkezp1T6uG+X0xABOrDf/ivvdI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gVVyixwAAANwAAAAPAAAAAAAA&#10;AAAAAAAAAKECAABkcnMvZG93bnJldi54bWxQSwUGAAAAAAQABAD5AAAAlQMAAAAA&#10;"/>
                      <v:line id="Line 46" o:spid="_x0000_s1070" style="position:absolute;visibility:visible;mso-wrap-style:square" from="3004,2990" to="378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IfC1cYAAADc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E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CHwtXGAAAA3AAAAA8AAAAAAAAA&#10;AAAAAAAAoQIAAGRycy9kb3ducmV2LnhtbFBLBQYAAAAABAAEAPkAAACUAwAAAAA=&#10;"/>
                      <v:line id="Line 47" o:spid="_x0000_s1071" style="position:absolute;visibility:visible;mso-wrap-style:square" from="2829,2995" to="360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tnTs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/y2dOxwAAANwAAAAPAAAAAAAA&#10;AAAAAAAAAKECAABkcnMvZG93bnJldi54bWxQSwUGAAAAAAQABAD5AAAAlQMAAAAA&#10;"/>
                      <v:line id="Line 48" o:spid="_x0000_s1072" style="position:absolute;visibility:visible;mso-wrap-style:square" from="2351,3732" to="2351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TzPMMAAADcAAAADwAAAGRycy9kb3ducmV2LnhtbERPy2rCQBTdF/yH4Qrd1UmthJI6ilQE&#10;7UJ8gS6vmdskbeZOmJkm8e+dhdDl4byn897UoiXnK8sKXkcJCOLc6ooLBafj6uUdhA/IGmvLpOBG&#10;HuazwdMUM2073lN7CIWIIewzVFCG0GRS+rwkg35kG+LIfVtnMEToCqkddjHc1HKcJKk0WHFsKLGh&#10;z5Ly38OfUbB926XtYvO17s+b9Jov99fLT+eUeh72iw8QgfrwL36411rBZB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5U8zzDAAAA3AAAAA8AAAAAAAAAAAAA&#10;AAAAoQIAAGRycy9kb3ducmV2LnhtbFBLBQYAAAAABAAEAPkAAACRAwAAAAA=&#10;"/>
                      <v:line id="Line 49" o:spid="_x0000_s1073" style="position:absolute;visibility:visible;mso-wrap-style:square" from="2529,3732" to="2529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hWp8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hGFanxwAAANwAAAAPAAAAAAAA&#10;AAAAAAAAAKECAABkcnMvZG93bnJldi54bWxQSwUGAAAAAAQABAD5AAAAlQMAAAAA&#10;"/>
                      <v:line id="Line 50" o:spid="_x0000_s1074" style="position:absolute;visibility:visible;mso-wrap-style:square" from="2708,3732" to="2708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tp5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T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+2nnxAAAANwAAAAPAAAAAAAAAAAA&#10;AAAAAKECAABkcnMvZG93bnJldi54bWxQSwUGAAAAAAQABAD5AAAAkgMAAAAA&#10;"/>
                      <v:line id="Line 51" o:spid="_x0000_s1075" style="position:absolute;visibility:visible;mso-wrap-style:square" from="2887,3732" to="2887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fMf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bwOJ/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q3zHzGAAAA3AAAAA8AAAAAAAAA&#10;AAAAAAAAoQIAAGRycy9kb3ducmV2LnhtbFBLBQYAAAAABAAEAPkAAACUAwAAAAA=&#10;"/>
                      <v:line id="Line 52" o:spid="_x0000_s1076" style="position:absolute;visibility:visible;mso-wrap-style:square" from="3065,3732" to="3065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VSC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XiZ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qZVILxwAAANwAAAAPAAAAAAAA&#10;AAAAAAAAAKECAABkcnMvZG93bnJldi54bWxQSwUGAAAAAAQABAD5AAAAlQMAAAAA&#10;"/>
                      <v:line id="Line 53" o:spid="_x0000_s1077" style="position:absolute;visibility:visible;mso-wrap-style:square" from="3244,3732" to="3244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n3k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D2k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FKfeQxwAAANwAAAAPAAAAAAAA&#10;AAAAAAAAAKECAABkcnMvZG93bnJldi54bWxQSwUGAAAAAAQABAD5AAAAlQMAAAAA&#10;"/>
                      <v:line id="Line 54" o:spid="_x0000_s1078" style="position:absolute;visibility:visible;mso-wrap-style:square" from="3423,3732" to="3423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Bv5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MY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wG/kxwAAANwAAAAPAAAAAAAA&#10;AAAAAAAAAKECAABkcnMvZG93bnJldi54bWxQSwUGAAAAAAQABAD5AAAAlQMAAAAA&#10;"/>
                      <v:line id="Line 55" o:spid="_x0000_s1079" style="position:absolute;visibility:visible;mso-wrap-style:square" from="3601,3732" to="3601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zKf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Xka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ljMp/xwAAANwAAAAPAAAAAAAA&#10;AAAAAAAAAKECAABkcnMvZG93bnJldi54bWxQSwUGAAAAAAQABAD5AAAAlQMAAAAA&#10;"/>
                      <v:line id="Line 56" o:spid="_x0000_s1080" style="position:absolute;visibility:visible;mso-wrap-style:square" from="3780,3732" to="3780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5UC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7M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VXlQIxwAAANwAAAAPAAAAAAAA&#10;AAAAAAAAAKECAABkcnMvZG93bnJldi54bWxQSwUGAAAAAAQABAD5AAAAlQMAAAAA&#10;"/>
                      <v:line id="Line 57" o:spid="_x0000_s1081" style="position:absolute;visibility:visible;mso-wrap-style:square" from="1607,3138" to="3336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Lxk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Xk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6EvGTxwAAANwAAAAPAAAAAAAA&#10;AAAAAAAAAKECAABkcnMvZG93bnJldi54bWxQSwUGAAAAAAQABAD5AAAAlQMAAAAA&#10;"/>
                      <v:line id="Line 58" o:spid="_x0000_s1082" style="position:absolute;visibility:visible;mso-wrap-style:square" from="1752,3288" to="3490,3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1l4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6zS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jWXhxAAAANwAAAAPAAAAAAAAAAAA&#10;AAAAAKECAABkcnMvZG93bnJldi54bWxQSwUGAAAAAAQABAD5AAAAkgMAAAAA&#10;"/>
                      <v:line id="Line 59" o:spid="_x0000_s1083" style="position:absolute;visibility:visible;mso-wrap-style:square" from="1976,3513" to="3735,3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HAe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vIz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wcB6xwAAANwAAAAPAAAAAAAA&#10;AAAAAAAAAKECAABkcnMvZG93bnJldi54bWxQSwUGAAAAAAQABAD5AAAAlQMAAAAA&#10;"/>
                      <v:line id="Line 60" o:spid="_x0000_s1084" style="position:absolute;visibility:visible;mso-wrap-style:square" from="2116,3662" to="3895,3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0amsQAAADcAAAADwAAAGRycy9kb3ducmV2LnhtbERPy2rCQBTdC/7DcIXudFIrQVJHkUpB&#10;u5D6AF1eM7dJ2sydMDNN0r93FgWXh/NerHpTi5acrywreJ4kIIhzqysuFJxP7+M5CB+QNdaWScEf&#10;eVgth4MFZtp2fKD2GAoRQ9hnqKAMocmk9HlJBv3ENsSR+7LOYIjQFVI77GK4qeU0SVJpsOLYUGJD&#10;byXlP8dfo2D/8pm2693Htr/s0lu+Odyu351T6mnUr19BBOrDQ/zv3moFs1mcH8/EI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/RqaxAAAANwAAAAPAAAAAAAAAAAA&#10;AAAAAKECAABkcnMvZG93bnJldi54bWxQSwUGAAAAAAQABAD5AAAAkgMAAAAA&#10;"/>
                      <v:line id="Line 61" o:spid="_x0000_s1085" style="position:absolute;visibility:visible;mso-wrap-style:square" from="1525,3063" to="3253,3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G/AcYAAADcAAAADwAAAGRycy9kb3ducmV2LnhtbESPQWvCQBSE70L/w/IKvelGK0FSVxGl&#10;oD1I1UJ7fGZfk9Ts27C7TdJ/3xUEj8PMfMPMl72pRUvOV5YVjEcJCOLc6ooLBR+n1+EMhA/IGmvL&#10;pOCPPCwXD4M5Ztp2fKD2GAoRIewzVFCG0GRS+rwkg35kG+LofVtnMETpCqkddhFuajlJklQarDgu&#10;lNjQuqT8cvw1CvbP72m72r1t+89des43h/PXT+eUenrsVy8gAvXhHr61t1rBdDqG65l4BOTi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xvwHGAAAA3AAAAA8AAAAAAAAA&#10;AAAAAAAAoQIAAGRycy9kb3ducmV2LnhtbFBLBQYAAAAABAAEAPkAAACUAwAAAAA=&#10;"/>
                      <v:line id="Line 62" o:spid="_x0000_s1086" style="position:absolute;visibility:visible;mso-wrap-style:square" from="1669,3213" to="3408,3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MhdscAAADcAAAADwAAAGRycy9kb3ducmV2LnhtbESPT2vCQBTE74V+h+UJvdWNVoJEV5GW&#10;gvYg9Q/o8Zl9TdJm34bdbZJ++64geBxm5jfMfNmbWrTkfGVZwWiYgCDOra64UHA8vD9PQfiArLG2&#10;TAr+yMNy8fgwx0zbjnfU7kMhIoR9hgrKEJpMSp+XZNAPbUMcvS/rDIYoXSG1wy7CTS3HSZJKgxXH&#10;hRIbei0p/9n/GgXbl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YyF2xwAAANwAAAAPAAAAAAAA&#10;AAAAAAAAAKECAABkcnMvZG93bnJldi54bWxQSwUGAAAAAAQABAD5AAAAlQMAAAAA&#10;"/>
                      <v:line id="Line 63" o:spid="_x0000_s1087" style="position:absolute;visibility:visible;mso-wrap-style:square" from="1888,3438" to="3647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+E7c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TCZj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dL4TtxwAAANwAAAAPAAAAAAAA&#10;AAAAAAAAAKECAABkcnMvZG93bnJldi54bWxQSwUGAAAAAAQABAD5AAAAlQMAAAAA&#10;"/>
                      <v:line id="Line 64" o:spid="_x0000_s1088" style="position:absolute;visibility:visible;mso-wrap-style:square" from="2043,3587" to="3812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YcmccAAADcAAAADwAAAGRycy9kb3ducmV2LnhtbESPQUvDQBSE74L/YXlCb3ajhiCxm1AU&#10;oe1BbBXa42v2mUSzb8PuNkn/vSsUPA4z8w2zKCfTiYGcby0ruJsnIIgrq1uuFXx+vN4+gvABWWNn&#10;mRScyUNZXF8tMNd25C0Nu1CLCGGfo4ImhD6X0lcNGfRz2xNH78s6gyFKV0vtcIxw08n7JMmkwZbj&#10;QoM9PTdU/exORsHbw3s2LNeb1bRfZ8fqZXs8fI9OqdnNtHwCEWgK/+FLe6UVpGkKf2fiEZD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xhyZxwAAANwAAAAPAAAAAAAA&#10;AAAAAAAAAKECAABkcnMvZG93bnJldi54bWxQSwUGAAAAAAQABAD5AAAAlQMAAAAA&#10;"/>
                      <v:line id="Line 65" o:spid="_x0000_s1089" style="position:absolute;visibility:visible;mso-wrap-style:square" from="1827,3363" to="3576,3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q5AscAAADcAAAADwAAAGRycy9kb3ducmV2LnhtbESPQWvCQBSE74X+h+UVvNVNWxskuoq0&#10;FLSHolbQ4zP7TNJm34bdNUn/vSsIPQ4z8w0znfemFi05X1lW8DRMQBDnVldcKNh9fzyOQfiArLG2&#10;TAr+yMN8dn83xUzbjjfUbkMhIoR9hgrKEJpMSp+XZNAPbUMcvZN1BkOUrpDaYRfhppbPSZJKgxXH&#10;hRIbeisp/92ejYKvl3XaLlafy36/So/5++Z4+OmcUoOHfjEBEagP/+Fbe6kVjEa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9irkCxwAAANwAAAAPAAAAAAAA&#10;AAAAAAAAAKECAABkcnMvZG93bnJldi54bWxQSwUGAAAAAAQABAD5AAAAlQMAAAAA&#10;"/>
                    </v:group>
                  </w:pict>
                </mc:Fallback>
              </mc:AlternateContent>
            </w:r>
            <w:r w:rsidR="00E23723">
              <w:rPr>
                <w:rFonts w:ascii="Times New Roman" w:hAnsi="Times New Roman" w:cs="Times New Roman"/>
                <w:sz w:val="24"/>
                <w:szCs w:val="24"/>
              </w:rPr>
              <w:t>Figure</w:t>
            </w:r>
            <w:r w:rsidR="00232023">
              <w:rPr>
                <w:rFonts w:ascii="Times New Roman" w:hAnsi="Times New Roman" w:cs="Times New Roman"/>
                <w:sz w:val="24"/>
                <w:szCs w:val="24"/>
              </w:rPr>
              <w:t xml:space="preserve"> D</w:t>
            </w:r>
          </w:p>
          <w:p w:rsidR="00F40104" w:rsidRPr="00A903C6" w:rsidRDefault="00F40104" w:rsidP="00205EE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F40104" w:rsidRPr="00A903C6" w:rsidRDefault="00A903C6" w:rsidP="00205EEB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A903C6">
              <w:rPr>
                <w:rFonts w:ascii="Times New Roman" w:hAnsi="Times New Roman" w:cs="Times New Roman"/>
                <w:noProof/>
                <w:color w:val="0070C0"/>
                <w:sz w:val="24"/>
                <w:szCs w:val="24"/>
                <w:highlight w:val="blue"/>
              </w:rPr>
              <mc:AlternateContent>
                <mc:Choice Requires="wpg">
                  <w:drawing>
                    <wp:anchor distT="0" distB="0" distL="114300" distR="114300" simplePos="0" relativeHeight="251697152" behindDoc="0" locked="0" layoutInCell="1" allowOverlap="1" wp14:anchorId="34C2D8C7" wp14:editId="32031A64">
                      <wp:simplePos x="0" y="0"/>
                      <wp:positionH relativeFrom="column">
                        <wp:posOffset>309880</wp:posOffset>
                      </wp:positionH>
                      <wp:positionV relativeFrom="paragraph">
                        <wp:posOffset>20320</wp:posOffset>
                      </wp:positionV>
                      <wp:extent cx="1592580" cy="1625600"/>
                      <wp:effectExtent l="0" t="0" r="26670" b="31750"/>
                      <wp:wrapNone/>
                      <wp:docPr id="2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92580" cy="1625600"/>
                                <a:chOff x="1452" y="2985"/>
                                <a:chExt cx="2508" cy="2560"/>
                              </a:xfrm>
                            </wpg:grpSpPr>
                            <wps:wsp>
                              <wps:cNvPr id="27" name="Line 3"/>
                              <wps:cNvCnPr/>
                              <wps:spPr bwMode="auto">
                                <a:xfrm>
                                  <a:off x="1458" y="2989"/>
                                  <a:ext cx="171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4"/>
                              <wps:cNvCnPr/>
                              <wps:spPr bwMode="auto">
                                <a:xfrm>
                                  <a:off x="1457" y="2995"/>
                                  <a:ext cx="715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5"/>
                              <wps:cNvCnPr/>
                              <wps:spPr bwMode="auto">
                                <a:xfrm>
                                  <a:off x="3174" y="2989"/>
                                  <a:ext cx="786" cy="74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6"/>
                              <wps:cNvCnPr/>
                              <wps:spPr bwMode="auto">
                                <a:xfrm>
                                  <a:off x="2181" y="3737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7"/>
                              <wps:cNvCnPr/>
                              <wps:spPr bwMode="auto">
                                <a:xfrm>
                                  <a:off x="1452" y="2991"/>
                                  <a:ext cx="0" cy="17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8" name="Line 8"/>
                              <wps:cNvCnPr/>
                              <wps:spPr bwMode="auto">
                                <a:xfrm>
                                  <a:off x="2172" y="3732"/>
                                  <a:ext cx="0" cy="180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9" name="Line 9"/>
                              <wps:cNvCnPr/>
                              <wps:spPr bwMode="auto">
                                <a:xfrm>
                                  <a:off x="3959" y="3732"/>
                                  <a:ext cx="0" cy="18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0" name="Line 10"/>
                              <wps:cNvCnPr/>
                              <wps:spPr bwMode="auto">
                                <a:xfrm>
                                  <a:off x="2171" y="5545"/>
                                  <a:ext cx="178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1" name="Line 11"/>
                              <wps:cNvCnPr/>
                              <wps:spPr bwMode="auto">
                                <a:xfrm>
                                  <a:off x="2181" y="3918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2" name="Line 12"/>
                              <wps:cNvCnPr/>
                              <wps:spPr bwMode="auto">
                                <a:xfrm>
                                  <a:off x="2181" y="4099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3" name="Line 13"/>
                              <wps:cNvCnPr/>
                              <wps:spPr bwMode="auto">
                                <a:xfrm>
                                  <a:off x="2181" y="4279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4" name="Line 14"/>
                              <wps:cNvCnPr/>
                              <wps:spPr bwMode="auto">
                                <a:xfrm>
                                  <a:off x="2181" y="4460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5" name="Line 15"/>
                              <wps:cNvCnPr/>
                              <wps:spPr bwMode="auto">
                                <a:xfrm>
                                  <a:off x="2181" y="4641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6" name="Line 16"/>
                              <wps:cNvCnPr/>
                              <wps:spPr bwMode="auto">
                                <a:xfrm>
                                  <a:off x="2181" y="4822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0" name="Line 17"/>
                              <wps:cNvCnPr/>
                              <wps:spPr bwMode="auto">
                                <a:xfrm>
                                  <a:off x="2181" y="5003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1" name="Line 18"/>
                              <wps:cNvCnPr/>
                              <wps:spPr bwMode="auto">
                                <a:xfrm>
                                  <a:off x="2181" y="5183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5" name="Line 19"/>
                              <wps:cNvCnPr/>
                              <wps:spPr bwMode="auto">
                                <a:xfrm>
                                  <a:off x="2181" y="5364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6" name="Line 20"/>
                              <wps:cNvCnPr/>
                              <wps:spPr bwMode="auto">
                                <a:xfrm>
                                  <a:off x="1457" y="4751"/>
                                  <a:ext cx="706" cy="79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1" name="Line 21"/>
                              <wps:cNvCnPr/>
                              <wps:spPr bwMode="auto">
                                <a:xfrm>
                                  <a:off x="1457" y="3167"/>
                                  <a:ext cx="715" cy="74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2" name="Line 22"/>
                              <wps:cNvCnPr/>
                              <wps:spPr bwMode="auto">
                                <a:xfrm>
                                  <a:off x="1457" y="3342"/>
                                  <a:ext cx="711" cy="75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5" name="Line 23"/>
                              <wps:cNvCnPr/>
                              <wps:spPr bwMode="auto">
                                <a:xfrm>
                                  <a:off x="1457" y="3523"/>
                                  <a:ext cx="713" cy="76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6" name="Line 24"/>
                              <wps:cNvCnPr/>
                              <wps:spPr bwMode="auto">
                                <a:xfrm>
                                  <a:off x="1457" y="3683"/>
                                  <a:ext cx="711" cy="7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7" name="Line 25"/>
                              <wps:cNvCnPr/>
                              <wps:spPr bwMode="auto">
                                <a:xfrm>
                                  <a:off x="1457" y="3865"/>
                                  <a:ext cx="715" cy="77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8" name="Line 26"/>
                              <wps:cNvCnPr/>
                              <wps:spPr bwMode="auto">
                                <a:xfrm>
                                  <a:off x="1457" y="4046"/>
                                  <a:ext cx="708" cy="77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9" name="Line 27"/>
                              <wps:cNvCnPr/>
                              <wps:spPr bwMode="auto">
                                <a:xfrm>
                                  <a:off x="1457" y="4207"/>
                                  <a:ext cx="710" cy="80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0" name="Line 28"/>
                              <wps:cNvCnPr/>
                              <wps:spPr bwMode="auto">
                                <a:xfrm>
                                  <a:off x="1457" y="4402"/>
                                  <a:ext cx="711" cy="7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1" name="Line 29"/>
                              <wps:cNvCnPr/>
                              <wps:spPr bwMode="auto">
                                <a:xfrm>
                                  <a:off x="1457" y="4577"/>
                                  <a:ext cx="713" cy="7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2" name="Line 30"/>
                              <wps:cNvCnPr/>
                              <wps:spPr bwMode="auto">
                                <a:xfrm>
                                  <a:off x="1596" y="3150"/>
                                  <a:ext cx="0" cy="17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3" name="Line 31"/>
                              <wps:cNvCnPr/>
                              <wps:spPr bwMode="auto">
                                <a:xfrm>
                                  <a:off x="1740" y="3295"/>
                                  <a:ext cx="0" cy="17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4" name="Line 32"/>
                              <wps:cNvCnPr/>
                              <wps:spPr bwMode="auto">
                                <a:xfrm>
                                  <a:off x="1884" y="3450"/>
                                  <a:ext cx="0" cy="17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5" name="Line 33"/>
                              <wps:cNvCnPr/>
                              <wps:spPr bwMode="auto">
                                <a:xfrm>
                                  <a:off x="2100" y="3669"/>
                                  <a:ext cx="0" cy="1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6" name="Line 34"/>
                              <wps:cNvCnPr/>
                              <wps:spPr bwMode="auto">
                                <a:xfrm>
                                  <a:off x="1668" y="3224"/>
                                  <a:ext cx="0" cy="176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7" name="Line 35"/>
                              <wps:cNvCnPr/>
                              <wps:spPr bwMode="auto">
                                <a:xfrm>
                                  <a:off x="1812" y="3368"/>
                                  <a:ext cx="0" cy="17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8" name="Line 36"/>
                              <wps:cNvCnPr/>
                              <wps:spPr bwMode="auto">
                                <a:xfrm>
                                  <a:off x="1956" y="3525"/>
                                  <a:ext cx="0" cy="17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9" name="Line 37"/>
                              <wps:cNvCnPr/>
                              <wps:spPr bwMode="auto">
                                <a:xfrm>
                                  <a:off x="2028" y="3599"/>
                                  <a:ext cx="0" cy="179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0" name="Line 38"/>
                              <wps:cNvCnPr/>
                              <wps:spPr bwMode="auto">
                                <a:xfrm>
                                  <a:off x="1524" y="3063"/>
                                  <a:ext cx="0" cy="17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3" name="Line 39"/>
                              <wps:cNvCnPr/>
                              <wps:spPr bwMode="auto">
                                <a:xfrm>
                                  <a:off x="1609" y="2995"/>
                                  <a:ext cx="734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4" name="Line 40"/>
                              <wps:cNvCnPr/>
                              <wps:spPr bwMode="auto">
                                <a:xfrm>
                                  <a:off x="1769" y="2990"/>
                                  <a:ext cx="753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5" name="Line 41"/>
                              <wps:cNvCnPr/>
                              <wps:spPr bwMode="auto">
                                <a:xfrm>
                                  <a:off x="1954" y="2990"/>
                                  <a:ext cx="748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6" name="Line 42"/>
                              <wps:cNvCnPr/>
                              <wps:spPr bwMode="auto">
                                <a:xfrm>
                                  <a:off x="2119" y="2985"/>
                                  <a:ext cx="763" cy="74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7" name="Line 43"/>
                              <wps:cNvCnPr/>
                              <wps:spPr bwMode="auto">
                                <a:xfrm>
                                  <a:off x="2308" y="2990"/>
                                  <a:ext cx="754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8" name="Line 44"/>
                              <wps:cNvCnPr/>
                              <wps:spPr bwMode="auto">
                                <a:xfrm>
                                  <a:off x="2465" y="2990"/>
                                  <a:ext cx="776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9" name="Line 45"/>
                              <wps:cNvCnPr/>
                              <wps:spPr bwMode="auto">
                                <a:xfrm>
                                  <a:off x="2635" y="2995"/>
                                  <a:ext cx="786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0" name="Line 46"/>
                              <wps:cNvCnPr/>
                              <wps:spPr bwMode="auto">
                                <a:xfrm>
                                  <a:off x="3004" y="2990"/>
                                  <a:ext cx="777" cy="73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1" name="Line 47"/>
                              <wps:cNvCnPr/>
                              <wps:spPr bwMode="auto">
                                <a:xfrm>
                                  <a:off x="2829" y="2995"/>
                                  <a:ext cx="772" cy="73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2" name="Line 48"/>
                              <wps:cNvCnPr/>
                              <wps:spPr bwMode="auto">
                                <a:xfrm>
                                  <a:off x="2351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3" name="Line 49"/>
                              <wps:cNvCnPr/>
                              <wps:spPr bwMode="auto">
                                <a:xfrm>
                                  <a:off x="2529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4" name="Line 50"/>
                              <wps:cNvCnPr/>
                              <wps:spPr bwMode="auto">
                                <a:xfrm>
                                  <a:off x="2708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5" name="Line 51"/>
                              <wps:cNvCnPr/>
                              <wps:spPr bwMode="auto">
                                <a:xfrm>
                                  <a:off x="2887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6" name="Line 52"/>
                              <wps:cNvCnPr/>
                              <wps:spPr bwMode="auto">
                                <a:xfrm>
                                  <a:off x="3065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7" name="Line 53"/>
                              <wps:cNvCnPr/>
                              <wps:spPr bwMode="auto">
                                <a:xfrm>
                                  <a:off x="3244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8" name="Line 54"/>
                              <wps:cNvCnPr/>
                              <wps:spPr bwMode="auto">
                                <a:xfrm>
                                  <a:off x="3423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9" name="Line 55"/>
                              <wps:cNvCnPr/>
                              <wps:spPr bwMode="auto">
                                <a:xfrm>
                                  <a:off x="3601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0" name="Line 56"/>
                              <wps:cNvCnPr/>
                              <wps:spPr bwMode="auto">
                                <a:xfrm>
                                  <a:off x="3780" y="3732"/>
                                  <a:ext cx="0" cy="180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1" name="Line 57"/>
                              <wps:cNvCnPr/>
                              <wps:spPr bwMode="auto">
                                <a:xfrm>
                                  <a:off x="1607" y="3138"/>
                                  <a:ext cx="172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2" name="Line 58"/>
                              <wps:cNvCnPr/>
                              <wps:spPr bwMode="auto">
                                <a:xfrm>
                                  <a:off x="1752" y="3288"/>
                                  <a:ext cx="173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3" name="Line 59"/>
                              <wps:cNvCnPr/>
                              <wps:spPr bwMode="auto">
                                <a:xfrm>
                                  <a:off x="1976" y="3513"/>
                                  <a:ext cx="1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4" name="Line 60"/>
                              <wps:cNvCnPr/>
                              <wps:spPr bwMode="auto">
                                <a:xfrm>
                                  <a:off x="2116" y="3662"/>
                                  <a:ext cx="17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5" name="Line 61"/>
                              <wps:cNvCnPr/>
                              <wps:spPr bwMode="auto">
                                <a:xfrm>
                                  <a:off x="1525" y="3063"/>
                                  <a:ext cx="1728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6" name="Line 62"/>
                              <wps:cNvCnPr/>
                              <wps:spPr bwMode="auto">
                                <a:xfrm>
                                  <a:off x="1669" y="3213"/>
                                  <a:ext cx="173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7" name="Line 63"/>
                              <wps:cNvCnPr/>
                              <wps:spPr bwMode="auto">
                                <a:xfrm>
                                  <a:off x="1888" y="3438"/>
                                  <a:ext cx="1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8" name="Line 64"/>
                              <wps:cNvCnPr/>
                              <wps:spPr bwMode="auto">
                                <a:xfrm>
                                  <a:off x="2043" y="3587"/>
                                  <a:ext cx="176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9" name="Line 65"/>
                              <wps:cNvCnPr/>
                              <wps:spPr bwMode="auto">
                                <a:xfrm>
                                  <a:off x="1827" y="3363"/>
                                  <a:ext cx="174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" o:spid="_x0000_s1026" style="position:absolute;margin-left:24.4pt;margin-top:1.6pt;width:125.4pt;height:128pt;z-index:251697152" coordorigin="1452,2985" coordsize="2508,2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">
                      <v:line id="Line 3" o:spid="_x0000_s1027" style="position:absolute;visibility:visible;mso-wrap-style:square" from="1458,2989" to="3176,2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      <v:line id="Line 4" o:spid="_x0000_s1028" style="position:absolute;visibility:visible;mso-wrap-style:square" from="1457,2995" to="2172,37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      <v:line id="Line 5" o:spid="_x0000_s1029" style="position:absolute;visibility:visible;mso-wrap-style:square" from="3174,2989" to="3960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      <v:line id="Line 6" o:spid="_x0000_s1030" style="position:absolute;visibility:visible;mso-wrap-style:square" from="2181,3737" to="3960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    <v:line id="Line 7" o:spid="_x0000_s1031" style="position:absolute;visibility:visible;mso-wrap-style:square" from="1452,2991" to="1452,4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      <v:line id="Line 8" o:spid="_x0000_s1032" style="position:absolute;visibility:visible;mso-wrap-style:square" from="2172,3732" to="2172,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nlu/sMAAADcAAAADwAAAGRycy9kb3ducmV2LnhtbERPz2vCMBS+C/4P4Qm7aaqDItUoogx0&#10;hzGdoMdn82yrzUtJsrb775fDYMeP7/dy3ZtatOR8ZVnBdJKAIM6trrhQcP56G89B+ICssbZMCn7I&#10;w3o1HCwx07bjI7WnUIgYwj5DBWUITSalz0sy6Ce2IY7c3TqDIUJXSO2wi+GmlrMkSaXBimNDiQ1t&#10;S8qfp2+j4OP1M203h/d9fzmkt3x3vF0fnVPqZdRvFiAC9eFf/OfeawWze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55bv7DAAAA3AAAAA8AAAAAAAAAAAAA&#10;AAAAoQIAAGRycy9kb3ducmV2LnhtbFBLBQYAAAAABAAEAPkAAACRAwAAAAA=&#10;"/>
                      <v:line id="Line 9" o:spid="_x0000_s1033" style="position:absolute;visibility:visible;mso-wrap-style:square" from="3959,3732" to="3959,5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XLZcYAAADc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1y2XGAAAA3AAAAA8AAAAAAAAA&#10;AAAAAAAAoQIAAGRycy9kb3ducmV2LnhtbFBLBQYAAAAABAAEAPkAAACUAwAAAAA=&#10;"/>
                      <v:line id="Line 10" o:spid="_x0000_s1034" style="position:absolute;visibility:visible;mso-wrap-style:square" from="2171,5545" to="3960,5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b0Jc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X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1vQlxAAAANwAAAAPAAAAAAAAAAAA&#10;AAAAAKECAABkcnMvZG93bnJldi54bWxQSwUGAAAAAAQABAD5AAAAkgMAAAAA&#10;"/>
                      <v:line id="Line 11" o:spid="_x0000_s1035" style="position:absolute;visibility:visible;mso-wrap-style:square" from="2181,3918" to="3960,39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pRv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Xw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aUb7GAAAA3AAAAA8AAAAAAAAA&#10;AAAAAAAAoQIAAGRycy9kb3ducmV2LnhtbFBLBQYAAAAABAAEAPkAAACUAwAAAAA=&#10;"/>
                      <v:line id="Line 12" o:spid="_x0000_s1036" style="position:absolute;visibility:visible;mso-wrap-style:square" from="2181,4099" to="3960,40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jP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SM/JxwAAANwAAAAPAAAAAAAA&#10;AAAAAAAAAKECAABkcnMvZG93bnJldi54bWxQSwUGAAAAAAQABAD5AAAAlQMAAAAA&#10;"/>
                      <v:line id="Line 13" o:spid="_x0000_s1037" style="position:absolute;visibility:visible;mso-wrap-style:square" from="2181,4279" to="3960,4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RqU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3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EalLGAAAA3AAAAA8AAAAAAAAA&#10;AAAAAAAAoQIAAGRycy9kb3ducmV2LnhtbFBLBQYAAAAABAAEAPkAAACUAwAAAAA=&#10;"/>
                      <v:line id="Line 14" o:spid="_x0000_s1038" style="position:absolute;visibility:visible;mso-wrap-style:square" from="2181,4460" to="3960,4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3yJscAAADcAAAADwAAAGRycy9kb3ducmV2LnhtbESPQWvCQBSE7wX/w/IKvdVNbQk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a7fImxwAAANwAAAAPAAAAAAAA&#10;AAAAAAAAAKECAABkcnMvZG93bnJldi54bWxQSwUGAAAAAAQABAD5AAAAlQMAAAAA&#10;"/>
                      <v:line id="Line 15" o:spid="_x0000_s1039" style="position:absolute;visibility:visible;mso-wrap-style:square" from="2181,4641" to="3960,4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FXvc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oVe9xwAAANwAAAAPAAAAAAAA&#10;AAAAAAAAAKECAABkcnMvZG93bnJldi54bWxQSwUGAAAAAAQABAD5AAAAlQMAAAAA&#10;"/>
                      <v:line id="Line 16" o:spid="_x0000_s1040" style="position:absolute;visibility:visible;mso-wrap-style:square" from="2181,4822" to="3960,4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Jys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Un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zycrGAAAA3AAAAA8AAAAAAAAA&#10;AAAAAAAAoQIAAGRycy9kb3ducmV2LnhtbFBLBQYAAAAABAAEAPkAAACUAwAAAAA=&#10;"/>
                      <v:line id="Line 17" o:spid="_x0000_s1041" style="position:absolute;visibility:visible;mso-wrap-style:square" from="2181,5003" to="3960,5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1uP8MAAADc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JXF+PBOPgJz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9bj/DAAAA3AAAAA8AAAAAAAAAAAAA&#10;AAAAoQIAAGRycy9kb3ducmV2LnhtbFBLBQYAAAAABAAEAPkAAACRAwAAAAA=&#10;"/>
                      <v:line id="Line 18" o:spid="_x0000_s1042" style="position:absolute;visibility:visible;mso-wrap-style:square" from="2181,5183" to="3960,51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HLpM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koz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Rxy6TGAAAA3AAAAA8AAAAAAAAA&#10;AAAAAAAAoQIAAGRycy9kb3ducmV2LnhtbFBLBQYAAAAABAAEAPkAAACUAwAAAAA=&#10;"/>
                      <v:line id="Line 19" o:spid="_x0000_s1043" style="position:absolute;visibility:visible;mso-wrap-style:square" from="2181,5364" to="3960,5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rNp8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rSs2nxwAAANwAAAAPAAAAAAAA&#10;AAAAAAAAAKECAABkcnMvZG93bnJldi54bWxQSwUGAAAAAAQABAD5AAAAlQMAAAAA&#10;"/>
                      <v:line id="Line 20" o:spid="_x0000_s1044" style="position:absolute;visibility:visible;mso-wrap-style:square" from="1457,4751" to="2163,5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5hT0MYAAADc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SQq/Z+IRkM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uYU9DGAAAA3AAAAA8AAAAAAAAA&#10;AAAAAAAAoQIAAGRycy9kb3ducmV2LnhtbFBLBQYAAAAABAAEAPkAAACUAwAAAAA=&#10;"/>
                      <v:line id="Line 21" o:spid="_x0000_s1045" style="position:absolute;visibility:visible;mso-wrap-style:square" from="1457,3167" to="2172,3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ahdecYAAADcAAAADwAAAGRycy9kb3ducmV2LnhtbESPQWvCQBSE74L/YXmF3nSTCqGkriKV&#10;gvZQ1Bbq8Zl9Jmmzb8PuNon/3hUKHoeZ+YaZLwfTiI6cry0rSKcJCOLC6ppLBV+fb5NnED4ga2ws&#10;k4ILeVguxqM55tr2vKfuEEoRIexzVFCF0OZS+qIig35qW+Lona0zGKJ0pdQO+wg3jXxKkkwarDku&#10;VNjSa0XF7+HPKPiY7bJutX3fDN/b7FSs96fjT++UenwYVi8gAg3hHv5vb7SCWZrC7Uw8AnJx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GoXXnGAAAA3AAAAA8AAAAAAAAA&#10;AAAAAAAAoQIAAGRycy9kb3ducmV2LnhtbFBLBQYAAAAABAAEAPkAAACUAwAAAAA=&#10;"/>
                      <v:line id="Line 22" o:spid="_x0000_s1046" style="position:absolute;visibility:visible;mso-wrap-style:square" from="1457,3342" to="2168,4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rDDs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xx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F6ww7GAAAA3AAAAA8AAAAAAAAA&#10;AAAAAAAAoQIAAGRycy9kb3ducmV2LnhtbFBLBQYAAAAABAAEAPkAAACUAwAAAAA=&#10;"/>
                      <v:line id="Line 23" o:spid="_x0000_s1047" style="position:absolute;visibility:visible;mso-wrap-style:square" from="1457,3523" to="2170,42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Nbes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6TW3rGAAAA3AAAAA8AAAAAAAAA&#10;AAAAAAAAoQIAAGRycy9kb3ducmV2LnhtbFBLBQYAAAAABAAEAPkAAACUAwAAAAA=&#10;"/>
                      <v:line id="Line 24" o:spid="_x0000_s1048" style="position:absolute;visibility:visible;mso-wrap-style:square" from="1457,3683" to="2168,4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HFDcYAAADc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k7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5BxQ3GAAAA3AAAAA8AAAAAAAAA&#10;AAAAAAAAoQIAAGRycy9kb3ducmV2LnhtbFBLBQYAAAAABAAEAPkAAACUAwAAAAA=&#10;"/>
                      <v:line id="Line 25" o:spid="_x0000_s1049" style="position:absolute;visibility:visible;mso-wrap-style:square" from="1457,3865" to="2172,4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1glsYAAADcAAAADwAAAGRycy9kb3ducmV2LnhtbESPQWvCQBSE74L/YXmCN91YIZXUVcQi&#10;aA+laqE9PrPPJJp9G3a3Sfrvu4VCj8PMfMMs172pRUvOV5YVzKYJCOLc6ooLBe/n3WQBwgdkjbVl&#10;UvBNHtar4WCJmbYdH6k9hUJECPsMFZQhNJmUPi/JoJ/ahjh6V+sMhihdIbXDLsJNLR+SJJUGK44L&#10;JTa0LSm/n76Mgtf5W9puDi/7/uOQXvLn4+Xz1jmlxqN+8wQiUB/+w3/tvVYwnz3C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NYJbGAAAA3AAAAA8AAAAAAAAA&#10;AAAAAAAAoQIAAGRycy9kb3ducmV2LnhtbFBLBQYAAAAABAAEAPkAAACUAwAAAAA=&#10;"/>
                      <v:line id="Line 26" o:spid="_x0000_s1050" style="position:absolute;visibility:visible;mso-wrap-style:square" from="1457,4046" to="2165,48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L05MMAAADcAAAADwAAAGRycy9kb3ducmV2LnhtbERPz2vCMBS+D/wfwhN2m6kTyqhGEUVQ&#10;D2M6QY/P5tlWm5eSxLb775fDYMeP7/ds0ZtatOR8ZVnBeJSAIM6trrhQcPrevH2A8AFZY22ZFPyQ&#10;h8V88DLDTNuOD9QeQyFiCPsMFZQhNJmUPi/JoB/ZhjhyN+sMhghdIbXDLoabWr4nSSoNVhwbSmxo&#10;VVL+OD6Ngs/JV9oud/ttf96l13x9uF7unVPqddgvpyAC9eFf/OfeagWTcVwbz8Qj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S9OTDAAAA3AAAAA8AAAAAAAAAAAAA&#10;AAAAoQIAAGRycy9kb3ducmV2LnhtbFBLBQYAAAAABAAEAPkAAACRAwAAAAA=&#10;"/>
                      <v:line id="Line 27" o:spid="_x0000_s1051" style="position:absolute;visibility:visible;mso-wrap-style:square" from="1457,4207" to="2167,50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5Rf8YAAADcAAAADwAAAGRycy9kb3ducmV2LnhtbESPQWvCQBSE74L/YXmCN91YIdTUVcQi&#10;aA+laqE9PrPPJJp9G3a3Sfrvu4VCj8PMfMMs172pRUvOV5YVzKYJCOLc6ooLBe/n3eQRhA/IGmvL&#10;pOCbPKxXw8ESM207PlJ7CoWIEPYZKihDaDIpfV6SQT+1DXH0rtYZDFG6QmqHXYSbWj4kSSoNVhwX&#10;SmxoW1J+P30ZBa/zt7TdHF72/cchveTPx8vnrXNKjUf95glEoD78h//ae61gPlvA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eUX/GAAAA3AAAAA8AAAAAAAAA&#10;AAAAAAAAoQIAAGRycy9kb3ducmV2LnhtbFBLBQYAAAAABAAEAPkAAACUAwAAAAA=&#10;"/>
                      <v:line id="Line 28" o:spid="_x0000_s1052" style="position:absolute;visibility:visible;mso-wrap-style:square" from="1457,4402" to="2168,5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gyX8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Zwf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IMl/DAAAA3AAAAA8AAAAAAAAAAAAA&#10;AAAAoQIAAGRycy9kb3ducmV2LnhtbFBLBQYAAAAABAAEAPkAAACRAwAAAAA=&#10;"/>
                      <v:line id="Line 29" o:spid="_x0000_s1053" style="position:absolute;visibility:visible;mso-wrap-style:square" from="1457,4577" to="2170,53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8SXxMYAAADcAAAADwAAAGRycy9kb3ducmV2LnhtbESPQWvCQBSE7wX/w/KE3upGhSDRVaQi&#10;aA+l2kI9PrPPJDb7Nuxuk/jv3YLQ4zAz3zCLVW9q0ZLzlWUF41ECgji3uuJCwdfn9mUGwgdkjbVl&#10;UnAjD6vl4GmBmbYdH6g9hkJECPsMFZQhNJmUPi/JoB/Zhjh6F+sMhihdIbXDLsJNLSdJkkqDFceF&#10;Eht6LSn/Of4aBe/Tj7Rd7992/fc+Peebw/l07ZxSz8N+PQcRqA//4Ud7pxVMJ2P4OxOPgFz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/El8TGAAAA3AAAAA8AAAAAAAAA&#10;AAAAAAAAoQIAAGRycy9kb3ducmV2LnhtbFBLBQYAAAAABAAEAPkAAACUAwAAAAA=&#10;"/>
                      <v:line id="Line 30" o:spid="_x0000_s1054" style="position:absolute;visibility:visible;mso-wrap-style:square" from="1596,3150" to="1596,4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YJs8YAAADcAAAADwAAAGRycy9kb3ducmV2LnhtbESPQWvCQBSE7wX/w/KE3uqmEUKJriIV&#10;QXso1Rb0+Mw+k2j2bdjdJum/7xYKHoeZ+YaZLwfTiI6cry0reJ4kIIgLq2suFXx9bp5eQPiArLGx&#10;TAp+yMNyMXqYY65tz3vqDqEUEcI+RwVVCG0upS8qMugntiWO3sU6gyFKV0rtsI9w08g0STJpsOa4&#10;UGFLrxUVt8O3UfA+/ci61e5tOxx32blY78+na++UehwPqxmIQEO4h//bW61gmq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8WCbPGAAAA3AAAAA8AAAAAAAAA&#10;AAAAAAAAoQIAAGRycy9kb3ducmV2LnhtbFBLBQYAAAAABAAEAPkAAACUAwAAAAA=&#10;"/>
                      <v:line id="Line 31" o:spid="_x0000_s1055" style="position:absolute;visibility:visible;mso-wrap-style:square" from="1740,3295" to="1740,50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qsKMYAAADcAAAADwAAAGRycy9kb3ducmV2LnhtbESPQWvCQBSE7wX/w/KE3uqmBkKJriIV&#10;QXso1Rb0+Mw+k2j2bdjdJum/7xYKHoeZ+YaZLwfTiI6cry0reJ4kIIgLq2suFXx9bp5eQPiArLGx&#10;TAp+yMNyMXqYY65tz3vqDqEUEcI+RwVVCG0upS8qMugntiWO3sU6gyFKV0rtsI9w08hpkmTSYM1x&#10;ocKWXisqbodvo+A9/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BarCjGAAAA3AAAAA8AAAAAAAAA&#10;AAAAAAAAoQIAAGRycy9kb3ducmV2LnhtbFBLBQYAAAAABAAEAPkAAACUAwAAAAA=&#10;"/>
                      <v:line id="Line 32" o:spid="_x0000_s1056" style="position:absolute;visibility:visible;mso-wrap-style:square" from="1884,3450" to="1884,5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M0XM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PszRcxwAAANwAAAAPAAAAAAAA&#10;AAAAAAAAAKECAABkcnMvZG93bnJldi54bWxQSwUGAAAAAAQABAD5AAAAlQMAAAAA&#10;"/>
                      <v:line id="Line 33" o:spid="_x0000_s1057" style="position:absolute;visibility:visible;mso-wrap-style:square" from="2100,3669" to="2100,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+Rx8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uMX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g/5HHxwAAANwAAAAPAAAAAAAA&#10;AAAAAAAAAKECAABkcnMvZG93bnJldi54bWxQSwUGAAAAAAQABAD5AAAAlQMAAAAA&#10;"/>
                      <v:line id="Line 34" o:spid="_x0000_s1058" style="position:absolute;visibility:visible;mso-wrap-style:square" from="1668,3224" to="1668,4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0PsM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V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AtD7DGAAAA3AAAAA8AAAAAAAAA&#10;AAAAAAAAoQIAAGRycy9kb3ducmV2LnhtbFBLBQYAAAAABAAEAPkAAACUAwAAAAA=&#10;"/>
                      <v:line id="Line 35" o:spid="_x0000_s1059" style="position:absolute;visibility:visible;mso-wrap-style:square" from="1812,3368" to="1812,5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2GqK8YAAADcAAAADwAAAGRycy9kb3ducmV2LnhtbESPQWvCQBSE70L/w/IKvemmCqmkriIt&#10;BfUgVQvt8Zl9JrHZt2F3TeK/7xYEj8PMfMPMFr2pRUvOV5YVPI8SEMS51RUXCr4OH8MpCB+QNdaW&#10;ScGVPCzmD4MZZtp2vKN2HwoRIewzVFCG0GRS+rwkg35kG+LonawzGKJ0hdQOuwg3tRwnSSoNVhwX&#10;SmzoraT8d38xCraTz7Rdrjer/nudHvP33fHn3Dmlnh775SuIQH24h2/tlVYwGb/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9hqivGAAAA3AAAAA8AAAAAAAAA&#10;AAAAAAAAoQIAAGRycy9kb3ducmV2LnhtbFBLBQYAAAAABAAEAPkAAACUAwAAAAA=&#10;"/>
                      <v:line id="Line 36" o:spid="_x0000_s1060" style="position:absolute;visibility:visible;mso-wrap-style:square" from="1956,3525" to="1956,5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4+WcMAAADcAAAADwAAAGRycy9kb3ducmV2LnhtbERPz2vCMBS+C/4P4Qm7aapCGdUoogx0&#10;hzGdoMdn82yrzUtJsrb775fDYMeP7/dy3ZtatOR8ZVnBdJKAIM6trrhQcP56G7+C8AFZY22ZFPyQ&#10;h/VqOFhipm3HR2pPoRAxhH2GCsoQmkxKn5dk0E9sQxy5u3UGQ4SukNphF8NNLWdJkkqDFceGEhva&#10;lpQ/T99Gwcf8M203h/d9fzmkt3x3vF0fnVPqZdRvFiAC9eFf/OfeawXzWVwbz8Qj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+PlnDAAAA3AAAAA8AAAAAAAAAAAAA&#10;AAAAoQIAAGRycy9kb3ducmV2LnhtbFBLBQYAAAAABAAEAPkAAACRAwAAAAA=&#10;"/>
                      <v:line id="Line 37" o:spid="_x0000_s1061" style="position:absolute;visibility:visible;mso-wrap-style:square" from="2028,3599" to="2028,5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Kbw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Mp7C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Gym8LGAAAA3AAAAA8AAAAAAAAA&#10;AAAAAAAAoQIAAGRycy9kb3ducmV2LnhtbFBLBQYAAAAABAAEAPkAAACUAwAAAAA=&#10;"/>
                      <v:line id="Line 38" o:spid="_x0000_s1062" style="position:absolute;visibility:visible;mso-wrap-style:square" from="1524,3063" to="1524,4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Gkgs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8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VRpILDAAAA3AAAAA8AAAAAAAAAAAAA&#10;AAAAoQIAAGRycy9kb3ducmV2LnhtbFBLBQYAAAAABAAEAPkAAACRAwAAAAA=&#10;"/>
                      <v:line id="Line 39" o:spid="_x0000_s1063" style="position:absolute;visibility:visible;mso-wrap-style:square" from="1609,2995" to="2343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M69c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E3h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WDOvXGAAAA3AAAAA8AAAAAAAAA&#10;AAAAAAAAoQIAAGRycy9kb3ducmV2LnhtbFBLBQYAAAAABAAEAPkAAACUAwAAAAA=&#10;"/>
                      <v:line id="Line 40" o:spid="_x0000_s1064" style="position:absolute;visibility:visible;mso-wrap-style:square" from="1769,2990" to="252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qigc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afoA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aqKBxwAAANwAAAAPAAAAAAAA&#10;AAAAAAAAAKECAABkcnMvZG93bnJldi54bWxQSwUGAAAAAAQABAD5AAAAlQMAAAAA&#10;"/>
                      <v:line id="Line 41" o:spid="_x0000_s1065" style="position:absolute;visibility:visible;mso-wrap-style:square" from="1954,2990" to="270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YHGs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afoA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JgcaxwAAANwAAAAPAAAAAAAA&#10;AAAAAAAAAKECAABkcnMvZG93bnJldi54bWxQSwUGAAAAAAQABAD5AAAAlQMAAAAA&#10;"/>
                      <v:line id="Line 42" o:spid="_x0000_s1066" style="position:absolute;visibility:visible;mso-wrap-style:square" from="2119,2985" to="288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SZbcYAAADc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M3gdiYeATm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X0mW3GAAAA3AAAAA8AAAAAAAAA&#10;AAAAAAAAoQIAAGRycy9kb3ducmV2LnhtbFBLBQYAAAAABAAEAPkAAACUAwAAAAA=&#10;"/>
                      <v:line id="Line 43" o:spid="_x0000_s1067" style="position:absolute;visibility:visible;mso-wrap-style:square" from="2308,2990" to="3062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g89scAAADcAAAADwAAAGRycy9kb3ducmV2LnhtbESPQWvCQBSE74L/YXlCb7qxgbSkriKW&#10;gvZQqi3o8Zl9TaLZt2F3m6T/vlsQehxm5htmsRpMIzpyvrasYD5LQBAXVtdcKvj8eJk+gvABWWNj&#10;mRT8kIfVcjxaYK5tz3vqDqEUEcI+RwVVCG0upS8qMuhntiWO3pd1BkOUrpTaYR/hppH3SZJJgzXH&#10;hQpb2lRUXA/fRsFb+p51693rdjjusnPxvD+fLr1T6m4yrJ9ABBrCf/jW3moFafoA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6uDz2xwAAANwAAAAPAAAAAAAA&#10;AAAAAAAAAKECAABkcnMvZG93bnJldi54bWxQSwUGAAAAAAQABAD5AAAAlQMAAAAA&#10;"/>
                      <v:line id="Line 44" o:spid="_x0000_s1068" style="position:absolute;visibility:visible;mso-wrap-style:square" from="2465,2990" to="324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eohMMAAADcAAAADwAAAGRycy9kb3ducmV2LnhtbERPz2vCMBS+C/sfwht401QLZXRGEUXQ&#10;HUTdYDs+m7e2W/NSkqyt/705DDx+fL8Xq8E0oiPna8sKZtMEBHFhdc2lgo/33eQFhA/IGhvLpOBG&#10;HlbLp9ECc217PlN3CaWIIexzVFCF0OZS+qIig35qW+LIfVtnMEToSqkd9jHcNHKeJJk0WHNsqLCl&#10;TUXF7+XPKDimp6xbH972w+chuxbb8/Xrp3dKjZ+H9SuIQEN4iP/de60gTePaeCYeAbm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nqITDAAAA3AAAAA8AAAAAAAAAAAAA&#10;AAAAoQIAAGRycy9kb3ducmV2LnhtbFBLBQYAAAAABAAEAPkAAACRAwAAAAA=&#10;"/>
                      <v:line id="Line 45" o:spid="_x0000_s1069" style="position:absolute;visibility:visible;mso-wrap-style:square" from="2635,2995" to="342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sNH8cAAADcAAAADwAAAGRycy9kb3ducmV2LnhtbESPQWvCQBSE74L/YXlCb7qxgdCmriKW&#10;gvZQqi3o8Zl9TaLZt2F3m6T/vlsQehxm5htmsRpMIzpyvrasYD5LQBAXVtdcKvj8eJk+gPABWWNj&#10;mRT8kIfVcjxaYK5tz3vqDqEUEcI+RwVVCG0upS8qMuhntiWO3pd1BkOUrpTaYR/hppH3SZJJgzXH&#10;hQpb2lRUXA/fRsFb+p51693rdjjusnPxvD+fLr1T6m4yrJ9ABBrCf/jW3moFafoI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aw0fxwAAANwAAAAPAAAAAAAA&#10;AAAAAAAAAKECAABkcnMvZG93bnJldi54bWxQSwUGAAAAAAQABAD5AAAAlQMAAAAA&#10;"/>
                      <v:line id="Line 46" o:spid="_x0000_s1070" style="position:absolute;visibility:visible;mso-wrap-style:square" from="3004,2990" to="378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fX/8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V9f/xAAAANwAAAAPAAAAAAAAAAAA&#10;AAAAAKECAABkcnMvZG93bnJldi54bWxQSwUGAAAAAAQABAD5AAAAkgMAAAAA&#10;"/>
                      <v:line id="Line 47" o:spid="_x0000_s1071" style="position:absolute;visibility:visible;mso-wrap-style:square" from="2829,2995" to="3601,37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tyZMYAAADcAAAADwAAAGRycy9kb3ducmV2LnhtbESPQWvCQBSE74L/YXmCN91YS5D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bcmTGAAAA3AAAAA8AAAAAAAAA&#10;AAAAAAAAoQIAAGRycy9kb3ducmV2LnhtbFBLBQYAAAAABAAEAPkAAACUAwAAAAA=&#10;"/>
                      <v:line id="Line 48" o:spid="_x0000_s1072" style="position:absolute;visibility:visible;mso-wrap-style:square" from="2351,3732" to="2351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snsE8cAAADcAAAADwAAAGRycy9kb3ducmV2LnhtbESPT2vCQBTE70K/w/IKvemmWoK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yewTxwAAANwAAAAPAAAAAAAA&#10;AAAAAAAAAKECAABkcnMvZG93bnJldi54bWxQSwUGAAAAAAQABAD5AAAAlQMAAAAA&#10;"/>
                      <v:line id="Line 49" o:spid="_x0000_s1073" style="position:absolute;visibility:visible;mso-wrap-style:square" from="2529,3732" to="2529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VJiMcAAADcAAAADwAAAGRycy9kb3ducmV2LnhtbESPQWvCQBSE74L/YXlCb7qxKaG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dhUmIxwAAANwAAAAPAAAAAAAA&#10;AAAAAAAAAKECAABkcnMvZG93bnJldi54bWxQSwUGAAAAAAQABAD5AAAAlQMAAAAA&#10;"/>
                      <v:line id="Line 50" o:spid="_x0000_s1074" style="position:absolute;visibility:visible;mso-wrap-style:square" from="2708,3732" to="2708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mzR/McAAADcAAAADwAAAGRycy9kb3ducmV2LnhtbESPT2vCQBTE74V+h+UJvdWNVYJ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SbNH8xwAAANwAAAAPAAAAAAAA&#10;AAAAAAAAAKECAABkcnMvZG93bnJldi54bWxQSwUGAAAAAAQABAD5AAAAlQMAAAAA&#10;"/>
                      <v:line id="Line 51" o:spid="_x0000_s1075" style="position:absolute;visibility:visible;mso-wrap-style:square" from="2887,3732" to="2887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B0Z8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i+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9IHRnxwAAANwAAAAPAAAAAAAA&#10;AAAAAAAAAKECAABkcnMvZG93bnJldi54bWxQSwUGAAAAAAQABAD5AAAAlQMAAAAA&#10;"/>
                      <v:line id="Line 52" o:spid="_x0000_s1076" style="position:absolute;visibility:visible;mso-wrap-style:square" from="3065,3732" to="3065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LqE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8uoQxwAAANwAAAAPAAAAAAAA&#10;AAAAAAAAAKECAABkcnMvZG93bnJldi54bWxQSwUGAAAAAAQABAD5AAAAlQMAAAAA&#10;"/>
                      <v:line id="Line 53" o:spid="_x0000_s1077" style="position:absolute;visibility:visible;mso-wrap-style:square" from="3244,3732" to="3244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5Pi8cAAADcAAAADwAAAGRycy9kb3ducmV2LnhtbESPQWvCQBSE7wX/w/IKvdVNa0k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vk+LxwAAANwAAAAPAAAAAAAA&#10;AAAAAAAAAKECAABkcnMvZG93bnJldi54bWxQSwUGAAAAAAQABAD5AAAAlQMAAAAA&#10;"/>
                      <v:line id="Line 54" o:spid="_x0000_s1078" style="position:absolute;visibility:visible;mso-wrap-style:square" from="3423,3732" to="3423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Hb+cQAAADcAAAADwAAAGRycy9kb3ducmV2LnhtbERPy2rCQBTdF/yH4Qru6sRaQo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Idv5xAAAANwAAAAPAAAAAAAAAAAA&#10;AAAAAKECAABkcnMvZG93bnJldi54bWxQSwUGAAAAAAQABAD5AAAAkgMAAAAA&#10;"/>
                      <v:line id="Line 55" o:spid="_x0000_s1079" style="position:absolute;visibility:visible;mso-wrap-style:square" from="3601,3732" to="3601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1+YscAAADcAAAADwAAAGRycy9kb3ducmV2LnhtbESPQWvCQBSE7wX/w/IKvdVNawk1uoq0&#10;FLSHolbQ4zP7TGKzb8PuNkn/vSsUPA4z8w0znfemFi05X1lW8DRMQBDnVldcKNh9fzy+gvABWWNt&#10;mRT8kYf5bHA3xUzbjjfUbkMhIoR9hgrKEJpMSp+XZNAPbUMcvZN1BkOUrpDaYRfhppbPSZJKgxXH&#10;hRIbeisp/9n+GgVfo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bX5ixwAAANwAAAAPAAAAAAAA&#10;AAAAAAAAAKECAABkcnMvZG93bnJldi54bWxQSwUGAAAAAAQABAD5AAAAlQMAAAAA&#10;"/>
                      <v:line id="Line 56" o:spid="_x0000_s1080" style="position:absolute;visibility:visible;mso-wrap-style:square" from="3780,3732" to="3780,5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5BIs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9DXOj2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jkEixAAAANwAAAAPAAAAAAAAAAAA&#10;AAAAAKECAABkcnMvZG93bnJldi54bWxQSwUGAAAAAAQABAD5AAAAkgMAAAAA&#10;"/>
                      <v:line id="Line 57" o:spid="_x0000_s1081" style="position:absolute;visibility:visible;mso-wrap-style:square" from="1607,3138" to="3336,31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LkucYAAADcAAAADwAAAGRycy9kb3ducmV2LnhtbESPQWvCQBSE74L/YXmCN91YaZDUVcQi&#10;aA+laqE9PrPPJJp9G3a3Sfrvu4VCj8PMfMMs172pRUvOV5YVzKYJCOLc6ooLBe/n3WQBwgdkjbVl&#10;UvBNHtar4WCJmbYdH6k9hUJECPsMFZQhNJmUPi/JoJ/ahjh6V+sMhihdIbXDLsJNLR+SJJUGK44L&#10;JTa0LSm/n76Mgtf5W9puDi/7/uOQXvLn4+Xz1jmlxqN+8wQiUB/+w3/tvVYwf5zB75l4BOTq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C5LnGAAAA3AAAAA8AAAAAAAAA&#10;AAAAAAAAoQIAAGRycy9kb3ducmV2LnhtbFBLBQYAAAAABAAEAPkAAACUAwAAAAA=&#10;"/>
                      <v:line id="Line 58" o:spid="_x0000_s1082" style="position:absolute;visibility:visible;mso-wrap-style:square" from="1752,3288" to="3490,3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B6zscAAADcAAAADwAAAGRycy9kb3ducmV2LnhtbESPT2vCQBTE70K/w/IKvemmSoOkriIt&#10;BfVQ/FNoj8/sM4nNvg27a5J+e7cgeBxm5jfMbNGbWrTkfGVZwfMoAUGcW11xoeDr8DGcgvABWWNt&#10;mRT8kYfF/GEww0zbjnfU7kMhIoR9hgrKEJpMSp+XZNCPbEMcvZN1BkOUrpDaYRfhppbjJEmlwYrj&#10;QokNvZWU/+4vRsHnZJu2y/Vm1X+v02P+vjv+nDun1NNjv3wFEagP9/CtvdIKJi9j+D8Tj4CcX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3EHrOxwAAANwAAAAPAAAAAAAA&#10;AAAAAAAAAKECAABkcnMvZG93bnJldi54bWxQSwUGAAAAAAQABAD5AAAAlQMAAAAA&#10;"/>
                      <v:line id="Line 59" o:spid="_x0000_s1083" style="position:absolute;visibility:visible;mso-wrap-style:square" from="1976,3513" to="3735,3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zfVccAAADcAAAADwAAAGRycy9kb3ducmV2LnhtbESPQWvCQBSE74L/YXlCb7qxoaGkriKW&#10;gvZQqi3o8Zl9TaLZt2F3m6T/vlsQehxm5htmsRpMIzpyvrasYD5LQBAXVtdcKvj8eJk+gvABWWNj&#10;mRT8kIfVcjxaYK5tz3vqDqEUEcI+RwVVCG0upS8qMuhntiWO3pd1BkOUrpTaYR/hppH3SZJJgzXH&#10;hQpb2lRUXA/fRsFb+p51693rdjjusnPxvD+fLr1T6m4yrJ9ABBrCf/jW3moF6UMKf2fiEZDL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YXN9VxwAAANwAAAAPAAAAAAAA&#10;AAAAAAAAAKECAABkcnMvZG93bnJldi54bWxQSwUGAAAAAAQABAD5AAAAlQMAAAAA&#10;"/>
                      <v:line id="Line 60" o:spid="_x0000_s1084" style="position:absolute;visibility:visible;mso-wrap-style:square" from="2116,3662" to="3895,36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7VHIccAAADcAAAADwAAAGRycy9kb3ducmV2LnhtbESPQWvCQBSE74X+h+UVvNVNaxskuopY&#10;BO2hVCvo8Zl9JqnZt2F3m6T/3hUKPQ4z8w0znfemFi05X1lW8DRMQBDnVldcKNh/rR7HIHxA1lhb&#10;JgW/5GE+u7+bYqZtx1tqd6EQEcI+QwVlCE0mpc9LMuiHtiGO3tk6gyFKV0jtsItwU8vnJEmlwYrj&#10;QokNLUvKL7sfo+Bj9Jm2i837uj9s0lP+tj0dvzun1OChX0xABOrDf/ivvdYKRq8vcDsTj4CcX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XtUchxwAAANwAAAAPAAAAAAAA&#10;AAAAAAAAAKECAABkcnMvZG93bnJldi54bWxQSwUGAAAAAAQABAD5AAAAlQMAAAAA&#10;"/>
                      <v:line id="Line 61" o:spid="_x0000_s1085" style="position:absolute;visibility:visible;mso-wrap-style:square" from="1525,3063" to="3253,3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niuscAAADcAAAADwAAAGRycy9kb3ducmV2LnhtbESPT2vCQBTE74V+h+UJvdWNFYNEV5GW&#10;gvYg9Q/o8Zl9TdJm34bdbZJ++64geBxm5jfMfNmbWrTkfGVZwWiYgCDOra64UHA8vD9PQfiArLG2&#10;TAr+yMNy8fgwx0zbjnfU7kMhIoR9hgrKEJpMSp+XZNAPbUMcvS/rDIYoXSG1wy7CTS1fkiSVBiuO&#10;CyU29FpS/rP/NQq248+0XW0+1v1pk17yt93l/N05pZ4G/WoGIlAf7uFbe60VjCcTuJ6JR0Au/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+eK6xwAAANwAAAAPAAAAAAAA&#10;AAAAAAAAAKECAABkcnMvZG93bnJldi54bWxQSwUGAAAAAAQABAD5AAAAlQMAAAAA&#10;"/>
                      <v:line id="Line 62" o:spid="_x0000_s1086" style="position:absolute;visibility:visible;mso-wrap-style:square" from="1669,3213" to="3408,3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t8zccAAADc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6cU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K3zNxwAAANwAAAAPAAAAAAAA&#10;AAAAAAAAAKECAABkcnMvZG93bnJldi54bWxQSwUGAAAAAAQABAD5AAAAlQMAAAAA&#10;"/>
                      <v:line id="Line 63" o:spid="_x0000_s1087" style="position:absolute;visibility:visible;mso-wrap-style:square" from="1888,3438" to="3647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2fZVscAAADcAAAADwAAAGRycy9kb3ducmV2LnhtbESPQWvCQBSE7wX/w/IKvdVNK00luoq0&#10;FLSHolbQ4zP7TGKzb8PuNkn/vSsUPA4z8w0znfemFi05X1lW8DRMQBDnVldcKNh9fzyOQfiArLG2&#10;TAr+yMN8NribYqZtxxtqt6EQEcI+QwVlCE0mpc9LMuiHtiGO3sk6gyFKV0jtsItwU8vnJEmlwYrj&#10;QokNvZWU/2x/jYKv0TptF6vPZb9fpcf8fXM8nDun1MN9v5iACNSHW/i/vdQKRi+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Z9lWxwAAANwAAAAPAAAAAAAA&#10;AAAAAAAAAKECAABkcnMvZG93bnJldi54bWxQSwUGAAAAAAQABAD5AAAAlQMAAAAA&#10;"/>
                      <v:line id="Line 64" o:spid="_x0000_s1088" style="position:absolute;visibility:visible;mso-wrap-style:square" from="2043,3587" to="3812,3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hNJMQAAADcAAAADwAAAGRycy9kb3ducmV2LnhtbERPy2rCQBTdF/yH4Qru6sRKQ4mOIhZB&#10;uyj1Abq8Zq5JNHMnzEyT9O87i0KXh/OeL3tTi5acrywrmIwTEMS51RUXCk7HzfMbCB+QNdaWScEP&#10;eVguBk9zzLTteE/tIRQihrDPUEEZQpNJ6fOSDPqxbYgjd7POYIjQFVI77GK4qeVLkqTSYMWxocSG&#10;1iXlj8O3UfA5/Urb1e5j25936TV/318v984pNRr2qxmIQH34F/+5t1rB9DWujWfiEZ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+E0kxAAAANwAAAAPAAAAAAAAAAAA&#10;AAAAAKECAABkcnMvZG93bnJldi54bWxQSwUGAAAAAAQABAD5AAAAkgMAAAAA&#10;"/>
                      <v:line id="Line 65" o:spid="_x0000_s1089" style="position:absolute;visibility:visible;mso-wrap-style:square" from="1827,3363" to="3576,3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Tov8cAAADcAAAADwAAAGRycy9kb3ducmV2LnhtbESPQWvCQBSE7wX/w/IKvdVNKw01uoq0&#10;FLSHolbQ4zP7TGKzb8PuNkn/vSsUPA4z8w0znfemFi05X1lW8DRMQBDnVldcKNh9fzy+gvABWWNt&#10;mRT8kYf5bHA3xUzbjjfUbkMhIoR9hgrKEJpMSp+XZNAPbUMcvZN1BkOUrpDaYRfhppbPSZJKgxXH&#10;hRIbeisp/9n+GgVfo3XaLlafy36/So/5++Z4OHdOqYf7fjEBEagPt/B/e6kVjF7G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tOi/xwAAANwAAAAPAAAAAAAA&#10;AAAAAAAAAKECAABkcnMvZG93bnJldi54bWxQSwUGAAAAAAQABAD5AAAAlQMAAAAA&#10;"/>
                    </v:group>
                  </w:pict>
                </mc:Fallback>
              </mc:AlternateContent>
            </w: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42C" w:rsidRPr="0016542C" w:rsidRDefault="0016542C" w:rsidP="00165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42C" w:rsidRPr="0016542C" w:rsidRDefault="0016542C" w:rsidP="00165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42C" w:rsidRPr="0016542C" w:rsidRDefault="00A903C6" w:rsidP="00165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BFE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C184ED6" wp14:editId="0B953FC9">
                      <wp:simplePos x="0" y="0"/>
                      <wp:positionH relativeFrom="column">
                        <wp:posOffset>1125855</wp:posOffset>
                      </wp:positionH>
                      <wp:positionV relativeFrom="paragraph">
                        <wp:posOffset>103505</wp:posOffset>
                      </wp:positionV>
                      <wp:extent cx="508635" cy="230505"/>
                      <wp:effectExtent l="0" t="0" r="5715" b="0"/>
                      <wp:wrapNone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8635" cy="230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1BFE" w:rsidRPr="00551BFE" w:rsidRDefault="00551BFE">
                                  <w:pPr>
                                    <w:rPr>
                                      <w:b/>
                                      <w:i/>
                                    </w:rPr>
                                  </w:pPr>
                                  <w:r w:rsidRPr="00551BFE">
                                    <w:rPr>
                                      <w:b/>
                                      <w:i/>
                                    </w:rPr>
                                    <w:t>Cube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88.65pt;margin-top:8.15pt;width:40.05pt;height:1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" stroked="f">
                      <v:textbox>
                        <w:txbxContent>
                          <w:p w:rsidR="00551BFE" w:rsidRPr="00551BFE" w:rsidRDefault="00551BFE">
                            <w:pPr>
                              <w:rPr>
                                <w:b/>
                                <w:i/>
                              </w:rPr>
                            </w:pPr>
                            <w:r w:rsidRPr="00551BFE">
                              <w:rPr>
                                <w:b/>
                                <w:i/>
                              </w:rPr>
                              <w:t>Cube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6542C" w:rsidRPr="0016542C" w:rsidRDefault="0016542C" w:rsidP="00165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542C" w:rsidRPr="0016542C" w:rsidRDefault="0016542C" w:rsidP="001654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Pr="00F40104" w:rsidRDefault="00F40104" w:rsidP="00F401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104" w:rsidRDefault="00522C0A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6A731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2 wholes (2,000 units)</w:t>
            </w:r>
          </w:p>
          <w:p w:rsidR="00F40104" w:rsidRDefault="00F40104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31D" w:rsidRDefault="006A7316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316">
              <w:rPr>
                <w:rFonts w:ascii="Times New Roman" w:hAnsi="Times New Roman" w:cs="Times New Roman"/>
                <w:i/>
                <w:sz w:val="20"/>
                <w:szCs w:val="20"/>
              </w:rPr>
              <w:t>*pictures may not be drawn to scale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7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316" w:rsidRPr="00205EEB" w:rsidRDefault="006A7316" w:rsidP="00205E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9B54DC" w:rsidRDefault="00D85633" w:rsidP="006E1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4C73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B54DC" w:rsidRDefault="009B54DC" w:rsidP="006E1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C731D" w:rsidRDefault="006E1B20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place students into cooperative learning groups.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istribute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 xml:space="preserve"> the following items to each group: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flats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rods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 xml:space="preserve">, 9 unit cubes, and a set of decimal number cards, and student math journals. (values need to be less than 6)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tudent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C731D">
              <w:rPr>
                <w:rFonts w:ascii="Times New Roman" w:hAnsi="Times New Roman" w:cs="Times New Roman"/>
                <w:sz w:val="24"/>
                <w:szCs w:val="24"/>
              </w:rPr>
              <w:t xml:space="preserve"> will 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display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 xml:space="preserve"> representation of the</w:t>
            </w:r>
            <w:r w:rsidR="004C731D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 xml:space="preserve"> on their card, using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263D2">
              <w:rPr>
                <w:rFonts w:ascii="Times New Roman" w:hAnsi="Times New Roman" w:cs="Times New Roman"/>
                <w:sz w:val="24"/>
                <w:szCs w:val="24"/>
              </w:rPr>
              <w:t>base 10</w:t>
            </w:r>
            <w:r w:rsidR="004C7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blocks and then drawing it in their journal</w:t>
            </w:r>
            <w:r w:rsidR="004C3395">
              <w:rPr>
                <w:rFonts w:ascii="Times New Roman" w:hAnsi="Times New Roman" w:cs="Times New Roman"/>
                <w:sz w:val="24"/>
                <w:szCs w:val="24"/>
              </w:rPr>
              <w:t>.  Students will show the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4C3395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C3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 xml:space="preserve">0.89, 5.75,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and 1.12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12D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At the conclusion of the activity, each</w:t>
            </w:r>
            <w:r w:rsidR="00F12DCA">
              <w:rPr>
                <w:rFonts w:ascii="Times New Roman" w:hAnsi="Times New Roman" w:cs="Times New Roman"/>
                <w:sz w:val="24"/>
                <w:szCs w:val="24"/>
              </w:rPr>
              <w:t xml:space="preserve"> group will have at least 3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different 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>representations for each number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7BE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F12DCA">
              <w:rPr>
                <w:rFonts w:ascii="Times New Roman" w:hAnsi="Times New Roman" w:cs="Times New Roman"/>
                <w:sz w:val="24"/>
                <w:szCs w:val="24"/>
              </w:rPr>
              <w:t xml:space="preserve"> stan</w:t>
            </w:r>
            <w:r w:rsidR="008947BE">
              <w:rPr>
                <w:rFonts w:ascii="Times New Roman" w:hAnsi="Times New Roman" w:cs="Times New Roman"/>
                <w:sz w:val="24"/>
                <w:szCs w:val="24"/>
              </w:rPr>
              <w:t>dard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47BE">
              <w:rPr>
                <w:rFonts w:ascii="Times New Roman" w:hAnsi="Times New Roman" w:cs="Times New Roman"/>
                <w:sz w:val="24"/>
                <w:szCs w:val="24"/>
              </w:rPr>
              <w:t>form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 (base ten numerals), model with base ten blocks,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visual drawing in their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journals. Teacher will circulate and assess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 xml:space="preserve"> while stud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 xml:space="preserve">ents work </w:t>
            </w:r>
            <w:r w:rsidR="009B54DC">
              <w:rPr>
                <w:rFonts w:ascii="Times New Roman" w:hAnsi="Times New Roman" w:cs="Times New Roman"/>
                <w:sz w:val="24"/>
                <w:szCs w:val="24"/>
              </w:rPr>
              <w:t>cooperatively in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 xml:space="preserve"> groups.  The teacher will answer any </w:t>
            </w:r>
            <w:r w:rsidR="001F2E03">
              <w:rPr>
                <w:rFonts w:ascii="Times New Roman" w:hAnsi="Times New Roman" w:cs="Times New Roman"/>
                <w:sz w:val="24"/>
                <w:szCs w:val="24"/>
              </w:rPr>
              <w:t>questions and provide guidance as</w:t>
            </w:r>
            <w:r w:rsidR="00046FCA">
              <w:rPr>
                <w:rFonts w:ascii="Times New Roman" w:hAnsi="Times New Roman" w:cs="Times New Roman"/>
                <w:sz w:val="24"/>
                <w:szCs w:val="24"/>
              </w:rPr>
              <w:t xml:space="preserve"> needed. </w:t>
            </w: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DCA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9B54DC">
              <w:rPr>
                <w:rFonts w:ascii="Times New Roman" w:hAnsi="Times New Roman" w:cs="Times New Roman"/>
                <w:i/>
                <w:sz w:val="24"/>
                <w:szCs w:val="24"/>
              </w:rPr>
              <w:t>examples of student responses</w:t>
            </w: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79E" w:rsidRDefault="00E135D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BE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0B7465" wp14:editId="227CFDD7">
                      <wp:simplePos x="0" y="0"/>
                      <wp:positionH relativeFrom="margin">
                        <wp:posOffset>2108200</wp:posOffset>
                      </wp:positionH>
                      <wp:positionV relativeFrom="margin">
                        <wp:posOffset>1801633</wp:posOffset>
                      </wp:positionV>
                      <wp:extent cx="1104900" cy="246380"/>
                      <wp:effectExtent l="0" t="0" r="0" b="1270"/>
                      <wp:wrapNone/>
                      <wp:docPr id="4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2463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47BE" w:rsidRPr="008947BE" w:rsidRDefault="008947BE" w:rsidP="008947BE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8947BE">
                                    <w:rPr>
                                      <w:color w:val="FF0000"/>
                                    </w:rPr>
                                    <w:t>0.05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7" type="#_x0000_t202" style="position:absolute;margin-left:166pt;margin-top:141.85pt;width:87pt;height:19.4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" stroked="f">
                      <v:textbox>
                        <w:txbxContent>
                          <w:p w:rsidR="008947BE" w:rsidRPr="008947BE" w:rsidRDefault="008947BE" w:rsidP="008947BE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947BE">
                              <w:rPr>
                                <w:color w:val="FF0000"/>
                              </w:rPr>
                              <w:t>0.05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9B54DC">
              <w:rPr>
                <w:noProof/>
              </w:rPr>
              <w:drawing>
                <wp:inline distT="0" distB="0" distL="0" distR="0" wp14:anchorId="49FD1EC6" wp14:editId="0E927AFC">
                  <wp:extent cx="3116580" cy="1439186"/>
                  <wp:effectExtent l="0" t="0" r="7620" b="8890"/>
                  <wp:docPr id="447" name="Picture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4607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9B54DC" w:rsidRPr="009B54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484BBFD" wp14:editId="132C935B">
                      <wp:simplePos x="0" y="0"/>
                      <wp:positionH relativeFrom="column">
                        <wp:posOffset>2018030</wp:posOffset>
                      </wp:positionH>
                      <wp:positionV relativeFrom="paragraph">
                        <wp:posOffset>827405</wp:posOffset>
                      </wp:positionV>
                      <wp:extent cx="1463040" cy="612140"/>
                      <wp:effectExtent l="0" t="0" r="22860" b="165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3040" cy="612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54DC" w:rsidRDefault="009B54DC">
                                  <w:r>
                                    <w:t>Standard form</w:t>
                                  </w:r>
                                </w:p>
                                <w:p w:rsidR="009B54DC" w:rsidRDefault="009B54DC">
                                  <w:r>
                                    <w:t>(</w:t>
                                  </w:r>
                                  <w:proofErr w:type="gramStart"/>
                                  <w:r>
                                    <w:t>base</w:t>
                                  </w:r>
                                  <w:proofErr w:type="gramEnd"/>
                                  <w:r>
                                    <w:t xml:space="preserve"> ten numerals)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158.9pt;margin-top:65.15pt;width:115.2pt;height:4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">
                      <v:textbox>
                        <w:txbxContent>
                          <w:p w:rsidR="009B54DC" w:rsidRDefault="009B54DC">
                            <w:r>
                              <w:t>Standard form</w:t>
                            </w:r>
                          </w:p>
                          <w:p w:rsidR="009B54DC" w:rsidRDefault="009B54DC">
                            <w:r>
                              <w:t>(</w:t>
                            </w:r>
                            <w:proofErr w:type="gramStart"/>
                            <w:r>
                              <w:t>base</w:t>
                            </w:r>
                            <w:proofErr w:type="gramEnd"/>
                            <w:r>
                              <w:t xml:space="preserve"> ten numerals)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54DC" w:rsidRPr="009B54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01DD79C" wp14:editId="03E55571">
                      <wp:simplePos x="0" y="0"/>
                      <wp:positionH relativeFrom="column">
                        <wp:posOffset>737235</wp:posOffset>
                      </wp:positionH>
                      <wp:positionV relativeFrom="paragraph">
                        <wp:posOffset>1439545</wp:posOffset>
                      </wp:positionV>
                      <wp:extent cx="699135" cy="285750"/>
                      <wp:effectExtent l="0" t="0" r="24765" b="1905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9135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54DC" w:rsidRDefault="009B54DC">
                                  <w:proofErr w:type="gramStart"/>
                                  <w:r>
                                    <w:t>drawing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58.05pt;margin-top:113.35pt;width:55.05pt;height:2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">
                      <v:textbox>
                        <w:txbxContent>
                          <w:p w:rsidR="009B54DC" w:rsidRDefault="009B54DC">
                            <w:proofErr w:type="gramStart"/>
                            <w:r>
                              <w:t>drawing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679E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4DC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4439B92" wp14:editId="60B4229A">
                      <wp:simplePos x="0" y="0"/>
                      <wp:positionH relativeFrom="column">
                        <wp:posOffset>3952240</wp:posOffset>
                      </wp:positionH>
                      <wp:positionV relativeFrom="paragraph">
                        <wp:posOffset>112395</wp:posOffset>
                      </wp:positionV>
                      <wp:extent cx="1924050" cy="1403985"/>
                      <wp:effectExtent l="0" t="0" r="19050" b="14605"/>
                      <wp:wrapNone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405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54DC" w:rsidRDefault="009B54DC">
                                  <w:r>
                                    <w:t>Models, using base ten blocks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311.2pt;margin-top:8.85pt;width:151.5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">
                      <v:textbox style="mso-fit-shape-to-text:t">
                        <w:txbxContent>
                          <w:p w:rsidR="009B54DC" w:rsidRDefault="009B54DC">
                            <w:r>
                              <w:t>Models, using base ten blocks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9B54DC" w:rsidRDefault="009B54DC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79E" w:rsidRPr="004C731D" w:rsidRDefault="0013679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13679E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13679E" w:rsidRDefault="0013679E" w:rsidP="0013679E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679E" w:rsidRPr="004C731D" w:rsidRDefault="0013679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13679E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13679E" w:rsidRDefault="0013679E" w:rsidP="0013679E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679E" w:rsidRPr="004C731D" w:rsidRDefault="0013679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13679E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13679E" w:rsidRDefault="0013679E" w:rsidP="0013679E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679E" w:rsidRPr="004C731D" w:rsidRDefault="0013679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13679E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13679E" w:rsidRDefault="0013679E" w:rsidP="0013679E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3679E" w:rsidRPr="004C731D" w:rsidRDefault="0013679E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vertAnchor="text" w:horzAnchor="page" w:tblpX="7239" w:tblpY="-2317"/>
              <w:tblOverlap w:val="never"/>
              <w:tblW w:w="0" w:type="auto"/>
              <w:shd w:val="clear" w:color="auto" w:fill="92CDDC" w:themeFill="accent5" w:themeFillTint="99"/>
              <w:tblLook w:val="04A0" w:firstRow="1" w:lastRow="0" w:firstColumn="1" w:lastColumn="0" w:noHBand="0" w:noVBand="1"/>
            </w:tblPr>
            <w:tblGrid>
              <w:gridCol w:w="241"/>
            </w:tblGrid>
            <w:tr w:rsidR="0013679E" w:rsidTr="00700B7A">
              <w:trPr>
                <w:trHeight w:val="264"/>
              </w:trPr>
              <w:tc>
                <w:tcPr>
                  <w:tcW w:w="241" w:type="dxa"/>
                  <w:shd w:val="clear" w:color="auto" w:fill="92CDDC" w:themeFill="accent5" w:themeFillTint="99"/>
                </w:tcPr>
                <w:p w:rsidR="0013679E" w:rsidRDefault="0013679E" w:rsidP="0013679E">
                  <w:pPr>
                    <w:shd w:val="clear" w:color="auto" w:fill="92CDDC" w:themeFill="accent5" w:themeFillTint="99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12DCA" w:rsidRPr="004C731D" w:rsidRDefault="00F12DCA" w:rsidP="006E1B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9B54DC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46F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F0D58" w:rsidRDefault="002F0D5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ask</w:t>
            </w:r>
            <w:r w:rsidR="009B54DC">
              <w:rPr>
                <w:rFonts w:ascii="Times New Roman" w:hAnsi="Times New Roman" w:cs="Times New Roman"/>
                <w:sz w:val="24"/>
                <w:szCs w:val="24"/>
              </w:rPr>
              <w:t>ed to give the standard form 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visual </w:t>
            </w:r>
            <w:r w:rsidR="009B54DC">
              <w:rPr>
                <w:rFonts w:ascii="Times New Roman" w:hAnsi="Times New Roman" w:cs="Times New Roman"/>
                <w:sz w:val="24"/>
                <w:szCs w:val="24"/>
              </w:rPr>
              <w:t>representation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follow</w:t>
            </w:r>
            <w:r w:rsidR="009B54DC">
              <w:rPr>
                <w:rFonts w:ascii="Times New Roman" w:hAnsi="Times New Roman" w:cs="Times New Roman"/>
                <w:sz w:val="24"/>
                <w:szCs w:val="24"/>
              </w:rPr>
              <w:t>ing decimal numbers given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4DC">
              <w:rPr>
                <w:rFonts w:ascii="Times New Roman" w:hAnsi="Times New Roman" w:cs="Times New Roman"/>
                <w:i/>
                <w:sz w:val="24"/>
                <w:szCs w:val="24"/>
              </w:rPr>
              <w:t>table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54DC" w:rsidRDefault="009B54D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4DC" w:rsidRDefault="009B54D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Table Z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86"/>
              <w:gridCol w:w="2515"/>
            </w:tblGrid>
            <w:tr w:rsidR="002F0D58" w:rsidTr="002F0D58"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Picture</w:t>
                  </w:r>
                </w:p>
              </w:tc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Base 10 Numeral </w:t>
                  </w:r>
                </w:p>
              </w:tc>
            </w:tr>
            <w:tr w:rsidR="002F0D58" w:rsidTr="002F0D58"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4.6</w:t>
                  </w:r>
                </w:p>
              </w:tc>
            </w:tr>
            <w:tr w:rsidR="002F0D58" w:rsidTr="002F0D58"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3FA93C15" wp14:editId="5A72CC5E">
                        <wp:extent cx="285750" cy="1514475"/>
                        <wp:effectExtent l="0" t="0" r="0" b="9525"/>
                        <wp:docPr id="450" name="Picture 45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5750" cy="1514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2F0D58" w:rsidTr="00517E62">
              <w:trPr>
                <w:trHeight w:val="1700"/>
              </w:trPr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0.3</w:t>
                  </w:r>
                </w:p>
              </w:tc>
            </w:tr>
            <w:tr w:rsidR="002F0D58" w:rsidTr="00517E62">
              <w:trPr>
                <w:trHeight w:val="3860"/>
              </w:trPr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CA2B8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88D29B2" wp14:editId="6A855D1D">
                        <wp:extent cx="2066925" cy="2114550"/>
                        <wp:effectExtent l="0" t="0" r="9525" b="0"/>
                        <wp:docPr id="451" name="Picture 45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66925" cy="21145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2F0D58" w:rsidTr="002F0D58">
              <w:tc>
                <w:tcPr>
                  <w:tcW w:w="2515" w:type="dxa"/>
                </w:tcPr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F0D58" w:rsidRDefault="002F0D58" w:rsidP="007B40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15" w:type="dxa"/>
                </w:tcPr>
                <w:p w:rsid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  <w:p w:rsidR="002F0D58" w:rsidRPr="002F0D58" w:rsidRDefault="002F0D58" w:rsidP="002F0D58">
                  <w:pPr>
                    <w:jc w:val="center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</w:rPr>
                    <w:t>1.07</w:t>
                  </w:r>
                </w:p>
              </w:tc>
            </w:tr>
          </w:tbl>
          <w:p w:rsidR="002F0D58" w:rsidRDefault="002F0D5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D58" w:rsidRPr="002F0D58" w:rsidRDefault="002F0D58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F0D58">
        <w:trPr>
          <w:trHeight w:val="737"/>
        </w:trPr>
        <w:tc>
          <w:tcPr>
            <w:tcW w:w="4397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91" w:type="dxa"/>
            <w:gridSpan w:val="6"/>
          </w:tcPr>
          <w:p w:rsidR="009B54DC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D85633" w:rsidRPr="009B54DC" w:rsidRDefault="009B54D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54DC">
              <w:rPr>
                <w:rFonts w:ascii="Times New Roman" w:hAnsi="Times New Roman" w:cs="Times New Roman"/>
                <w:sz w:val="24"/>
                <w:szCs w:val="24"/>
              </w:rPr>
              <w:t>Teacher will prompt students for a “Ticket</w:t>
            </w:r>
            <w:r w:rsidR="00913E74" w:rsidRPr="009B54DC">
              <w:rPr>
                <w:rFonts w:ascii="Times New Roman" w:hAnsi="Times New Roman" w:cs="Times New Roman"/>
                <w:sz w:val="24"/>
                <w:szCs w:val="24"/>
              </w:rPr>
              <w:t xml:space="preserve"> out of the door</w:t>
            </w:r>
            <w:r w:rsidRPr="009B54DC">
              <w:rPr>
                <w:rFonts w:ascii="Times New Roman" w:hAnsi="Times New Roman" w:cs="Times New Roman"/>
                <w:sz w:val="24"/>
                <w:szCs w:val="24"/>
              </w:rPr>
              <w:t>” journal entry as assessment of comprehension.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B54DC">
              <w:rPr>
                <w:rFonts w:ascii="Times New Roman" w:hAnsi="Times New Roman" w:cs="Times New Roman"/>
                <w:i/>
                <w:sz w:val="24"/>
                <w:szCs w:val="24"/>
              </w:rPr>
              <w:t>(example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problem and solution given)</w:t>
            </w:r>
          </w:p>
          <w:p w:rsidR="00F055BA" w:rsidRDefault="00F055BA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55BA" w:rsidRDefault="00F055BA" w:rsidP="00F055B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4DCB761" wp14:editId="6273D7A2">
                  <wp:extent cx="1888307" cy="2106839"/>
                  <wp:effectExtent l="5080" t="0" r="3175" b="3175"/>
                  <wp:docPr id="452" name="Picture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895218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1244210" wp14:editId="37071BFB">
                  <wp:extent cx="1745183" cy="2106839"/>
                  <wp:effectExtent l="0" t="9208" r="0" b="0"/>
                  <wp:docPr id="453" name="Picture 4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751570" cy="211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=    </w:t>
            </w:r>
            <w:r w:rsidRPr="00F055B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5.62</w:t>
            </w:r>
          </w:p>
          <w:p w:rsidR="00F055BA" w:rsidRDefault="00F055BA" w:rsidP="00F055B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</w:p>
          <w:p w:rsidR="00F055BA" w:rsidRPr="00F055BA" w:rsidRDefault="00F055BA" w:rsidP="00F055BA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8C13D7" w:rsidTr="00EC4E85">
        <w:trPr>
          <w:trHeight w:val="296"/>
        </w:trPr>
        <w:tc>
          <w:tcPr>
            <w:tcW w:w="14688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DB190A" w:rsidTr="00DB190A">
        <w:trPr>
          <w:trHeight w:val="359"/>
        </w:trPr>
        <w:tc>
          <w:tcPr>
            <w:tcW w:w="6087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5949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265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DB190A" w:rsidTr="00DB190A">
        <w:trPr>
          <w:trHeight w:val="719"/>
        </w:trPr>
        <w:tc>
          <w:tcPr>
            <w:tcW w:w="6087" w:type="dxa"/>
            <w:gridSpan w:val="3"/>
          </w:tcPr>
          <w:p w:rsidR="005C4CBE" w:rsidRDefault="00DB190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create the expanded form for the numbers given in table Z as well as problems given during guided practice. </w:t>
            </w:r>
          </w:p>
          <w:p w:rsidR="00DB190A" w:rsidRDefault="00DB190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compare and order numbers in ascending order and descending order. </w:t>
            </w:r>
          </w:p>
          <w:p w:rsidR="00DB190A" w:rsidRPr="00F055BA" w:rsidRDefault="00DB190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convert (2) of decimals given during guided practice to fractions. </w:t>
            </w:r>
          </w:p>
        </w:tc>
        <w:tc>
          <w:tcPr>
            <w:tcW w:w="5949" w:type="dxa"/>
            <w:gridSpan w:val="3"/>
          </w:tcPr>
          <w:p w:rsidR="002810B5" w:rsidRPr="002810B5" w:rsidRDefault="002810B5" w:rsidP="002810B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practice reading large numbers with decimal values,</w:t>
            </w:r>
            <w:r w:rsidRPr="002810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aloud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( #’s from lesson)</w:t>
            </w:r>
          </w:p>
          <w:p w:rsidR="00DB190A" w:rsidRDefault="00DB190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line up activity.  </w:t>
            </w:r>
          </w:p>
          <w:p w:rsidR="00DB190A" w:rsidRPr="00DB190A" w:rsidRDefault="00DB190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7" w:history="1">
              <w:r w:rsidRPr="00DB190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http://mathwire.com/numbersense/morepv.html )</w:t>
              </w:r>
            </w:hyperlink>
          </w:p>
          <w:p w:rsidR="005C4CBE" w:rsidRDefault="00F055B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Reduce number of problems given during independent practice. </w:t>
            </w:r>
          </w:p>
          <w:p w:rsidR="00F055BA" w:rsidRDefault="00F055BA" w:rsidP="00DB19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give base 10 block value only.  (In lieu of drawing models.)</w:t>
            </w:r>
          </w:p>
          <w:p w:rsidR="00F055BA" w:rsidRPr="00F055BA" w:rsidRDefault="00F055BA" w:rsidP="00B2659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Abbreviated form of task provided after the original task if needed.</w:t>
            </w:r>
          </w:p>
          <w:p w:rsidR="00F055BA" w:rsidRPr="00F055BA" w:rsidRDefault="00F055B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>Writing to Learn: After key points in the unit (after each task?), have students write in a journal using the following sequence:</w:t>
            </w:r>
          </w:p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Record: state what they have learned</w:t>
            </w:r>
          </w:p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Compare: Students pair up and compare what they have written and clarify.</w:t>
            </w:r>
          </w:p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Revise: Based on the interaction, students create a more developed 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 polished version of their statements.</w:t>
            </w:r>
          </w:p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Combine: Students collaborate to mesh their summaries</w:t>
            </w:r>
          </w:p>
          <w:p w:rsidR="00F055BA" w:rsidRPr="00F055BA" w:rsidRDefault="00DB190A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Review: Students use previous entries to prepare and guide them through subsequent tasks.</w:t>
            </w:r>
          </w:p>
          <w:p w:rsidR="005C4CBE" w:rsidRDefault="009B54DC" w:rsidP="00DB1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Adapted from “Writing to Learn” by Robert </w:t>
            </w:r>
            <w:proofErr w:type="spellStart"/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>Marzano</w:t>
            </w:r>
            <w:proofErr w:type="spellEnd"/>
            <w:r w:rsidR="00F055BA" w:rsidRPr="00F055BA">
              <w:rPr>
                <w:rFonts w:ascii="Times New Roman" w:hAnsi="Times New Roman" w:cs="Times New Roman"/>
                <w:sz w:val="24"/>
                <w:szCs w:val="24"/>
              </w:rPr>
              <w:t xml:space="preserve"> in Educational Leadership, February 2012.)</w:t>
            </w:r>
          </w:p>
        </w:tc>
      </w:tr>
      <w:tr w:rsidR="008C13D7" w:rsidTr="00EC4E85">
        <w:trPr>
          <w:trHeight w:val="296"/>
        </w:trPr>
        <w:tc>
          <w:tcPr>
            <w:tcW w:w="14688" w:type="dxa"/>
            <w:gridSpan w:val="7"/>
          </w:tcPr>
          <w:p w:rsidR="008C13D7" w:rsidRPr="00DB190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B19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190A" w:rsidRPr="00DB190A">
              <w:rPr>
                <w:rFonts w:ascii="Times New Roman" w:hAnsi="Times New Roman" w:cs="Times New Roman"/>
                <w:sz w:val="24"/>
                <w:szCs w:val="24"/>
              </w:rPr>
              <w:t xml:space="preserve">Informal assessments will be completed during guided practice by monitoring and observing student interactions and journal entries.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EC4E85">
        <w:trPr>
          <w:trHeight w:val="296"/>
        </w:trPr>
        <w:tc>
          <w:tcPr>
            <w:tcW w:w="14688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improve?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increase time on task/rigor?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Were there any holes in the lesson?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things did students struggle the most with?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were their successes?</w:t>
            </w:r>
          </w:p>
          <w:p w:rsidR="00C841EC" w:rsidRDefault="00C841EC" w:rsidP="00C841E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students need remediation? </w:t>
            </w:r>
          </w:p>
          <w:p w:rsidR="00C841EC" w:rsidRDefault="00C841EC" w:rsidP="00C841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1C6" w:rsidRDefault="009E51C6" w:rsidP="009E51C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4E85" w:rsidTr="00EC4E85">
        <w:trPr>
          <w:trHeight w:val="5184"/>
        </w:trPr>
        <w:tc>
          <w:tcPr>
            <w:tcW w:w="14688" w:type="dxa"/>
            <w:gridSpan w:val="7"/>
          </w:tcPr>
          <w:p w:rsidR="00EC4E85" w:rsidRDefault="00EC4E85" w:rsidP="00EC4E85">
            <w:pPr>
              <w:autoSpaceDE w:val="0"/>
              <w:autoSpaceDN w:val="0"/>
              <w:adjustRightInd w:val="0"/>
              <w:rPr>
                <w:noProof/>
                <w:sz w:val="160"/>
                <w:szCs w:val="160"/>
              </w:rPr>
            </w:pPr>
            <w:r w:rsidRPr="00366B1F">
              <w:rPr>
                <w:noProof/>
                <w:sz w:val="160"/>
                <w:szCs w:val="16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50BB78" wp14:editId="4834B599">
                      <wp:simplePos x="0" y="0"/>
                      <wp:positionH relativeFrom="column">
                        <wp:posOffset>2571750</wp:posOffset>
                      </wp:positionH>
                      <wp:positionV relativeFrom="paragraph">
                        <wp:posOffset>1381760</wp:posOffset>
                      </wp:positionV>
                      <wp:extent cx="4171950" cy="1771650"/>
                      <wp:effectExtent l="0" t="0" r="0" b="0"/>
                      <wp:wrapNone/>
                      <wp:docPr id="2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71950" cy="1771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95" w:rsidRDefault="004C3395" w:rsidP="00EC4E8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97247C8" wp14:editId="0038861F">
                                        <wp:extent cx="3914775" cy="1813463"/>
                                        <wp:effectExtent l="0" t="0" r="0" b="0"/>
                                        <wp:docPr id="378" name="Picture 37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decimals3.gif"/>
                                                <pic:cNvPicPr/>
                                              </pic:nvPicPr>
                                              <pic:blipFill rotWithShape="1">
                                                <a:blip r:embed="rId1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1826" t="3429" r="11580" b="24572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925216" cy="18183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202.5pt;margin-top:108.8pt;width:328.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" filled="f" stroked="f">
                      <v:textbox>
                        <w:txbxContent>
                          <w:p w:rsidR="004C3395" w:rsidRDefault="004C3395" w:rsidP="00EC4E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7247C8" wp14:editId="0038861F">
                                  <wp:extent cx="3914775" cy="1813463"/>
                                  <wp:effectExtent l="0" t="0" r="0" b="0"/>
                                  <wp:docPr id="378" name="Picture 3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ecimals3.gif"/>
                                          <pic:cNvPicPr/>
                                        </pic:nvPicPr>
                                        <pic:blipFill rotWithShape="1"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11826" t="3429" r="11580" b="2457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25216" cy="181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6B1F">
              <w:rPr>
                <w:noProof/>
                <w:sz w:val="160"/>
                <w:szCs w:val="16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27819B" wp14:editId="6BA3D4AC">
                      <wp:simplePos x="0" y="0"/>
                      <wp:positionH relativeFrom="column">
                        <wp:posOffset>6819900</wp:posOffset>
                      </wp:positionH>
                      <wp:positionV relativeFrom="paragraph">
                        <wp:posOffset>114935</wp:posOffset>
                      </wp:positionV>
                      <wp:extent cx="2286000" cy="2705100"/>
                      <wp:effectExtent l="0" t="0" r="0" b="0"/>
                      <wp:wrapNone/>
                      <wp:docPr id="2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0" cy="2705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95" w:rsidRPr="00366B1F" w:rsidRDefault="004C3395" w:rsidP="00EC4E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366B1F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A tenth of these 100 blocks is highlighted.</w:t>
                                  </w:r>
                                </w:p>
                                <w:p w:rsidR="004C3395" w:rsidRDefault="004C3395" w:rsidP="00EC4E85">
                                  <w:r>
                                    <w:rPr>
                                      <w:rFonts w:ascii="Verdana" w:hAnsi="Verdana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5B6BB079" wp14:editId="4D5E0545">
                                        <wp:extent cx="2086897" cy="2057400"/>
                                        <wp:effectExtent l="0" t="0" r="8890" b="0"/>
                                        <wp:docPr id="379" name="Picture 379" descr="http://www.mathsisfun.com/definitions/images/one-tenth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http://www.mathsisfun.com/definitions/images/one-tenth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090966" cy="206141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margin-left:537pt;margin-top:9.05pt;width:180pt;height:21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" filled="f" stroked="f">
                      <v:textbox>
                        <w:txbxContent>
                          <w:p w:rsidR="004C3395" w:rsidRPr="00366B1F" w:rsidRDefault="004C3395" w:rsidP="00EC4E8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366B1F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 tenth of these 100 blocks is highlighted.</w:t>
                            </w:r>
                          </w:p>
                          <w:p w:rsidR="004C3395" w:rsidRDefault="004C3395" w:rsidP="00EC4E85">
                            <w:r>
                              <w:rPr>
                                <w:rFonts w:ascii="Verdana" w:hAnsi="Verdana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B6BB079" wp14:editId="4D5E0545">
                                  <wp:extent cx="2086897" cy="2057400"/>
                                  <wp:effectExtent l="0" t="0" r="8890" b="0"/>
                                  <wp:docPr id="379" name="Picture 379" descr="http://www.mathsisfun.com/definitions/images/one-tenth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http://www.mathsisfun.com/definitions/images/one-tenth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90966" cy="20614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160"/>
                <w:szCs w:val="160"/>
              </w:rPr>
              <w:t xml:space="preserve">   tenths</w:t>
            </w:r>
          </w:p>
          <w:p w:rsidR="00EC4E85" w:rsidRDefault="00EC4E85" w:rsidP="00EC4E85">
            <w:pPr>
              <w:tabs>
                <w:tab w:val="left" w:pos="8865"/>
              </w:tabs>
              <w:autoSpaceDE w:val="0"/>
              <w:autoSpaceDN w:val="0"/>
              <w:adjustRightInd w:val="0"/>
              <w:rPr>
                <w:noProof/>
                <w:sz w:val="160"/>
                <w:szCs w:val="16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22C1A0" wp14:editId="5B6AC368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140970</wp:posOffset>
                      </wp:positionV>
                      <wp:extent cx="2265680" cy="1771650"/>
                      <wp:effectExtent l="0" t="0" r="1270" b="0"/>
                      <wp:wrapNone/>
                      <wp:docPr id="2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5680" cy="1771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95" w:rsidRDefault="004C3395" w:rsidP="00EC4E85">
                                  <w:pPr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proofErr w:type="gramStart"/>
                                  <w:r w:rsidRPr="000A2DC6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>One part in ten equal parts.</w:t>
                                  </w:r>
                                  <w:proofErr w:type="gramEnd"/>
                                </w:p>
                                <w:p w:rsidR="004C3395" w:rsidRPr="000A2DC6" w:rsidRDefault="004C3395" w:rsidP="00EC4E85">
                                  <w:pPr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>1/10th</w:t>
                                  </w:r>
                                </w:p>
                                <w:p w:rsidR="004C3395" w:rsidRPr="000A069F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3" type="#_x0000_t202" style="position:absolute;margin-left:31.6pt;margin-top:11.1pt;width:178.4pt;height:13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" stroked="f">
                      <v:textbox>
                        <w:txbxContent>
                          <w:p w:rsidR="004C3395" w:rsidRDefault="004C3395" w:rsidP="00EC4E85">
                            <w:pPr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0A2DC6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One part in ten equal parts.</w:t>
                            </w:r>
                            <w:proofErr w:type="gramEnd"/>
                          </w:p>
                          <w:p w:rsidR="004C3395" w:rsidRPr="000A2DC6" w:rsidRDefault="004C3395" w:rsidP="00EC4E85">
                            <w:pPr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1/10th</w:t>
                            </w:r>
                          </w:p>
                          <w:p w:rsidR="004C3395" w:rsidRPr="000A069F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174B1">
              <w:rPr>
                <w:noProof/>
                <w:sz w:val="160"/>
                <w:szCs w:val="16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D75409" wp14:editId="44BF9C49">
                      <wp:simplePos x="0" y="0"/>
                      <wp:positionH relativeFrom="column">
                        <wp:posOffset>5363155</wp:posOffset>
                      </wp:positionH>
                      <wp:positionV relativeFrom="paragraph">
                        <wp:posOffset>140998</wp:posOffset>
                      </wp:positionV>
                      <wp:extent cx="1168842" cy="421005"/>
                      <wp:effectExtent l="19050" t="19050" r="12700" b="17145"/>
                      <wp:wrapNone/>
                      <wp:docPr id="3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842" cy="4210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7030A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95" w:rsidRPr="00C174B1" w:rsidRDefault="004C3395" w:rsidP="00EC4E85">
                                  <w:pPr>
                                    <w:jc w:val="center"/>
                                    <w:rPr>
                                      <w:b/>
                                      <w:color w:val="7030A0"/>
                                      <w:sz w:val="36"/>
                                      <w:szCs w:val="36"/>
                                    </w:rPr>
                                  </w:pPr>
                                  <w:r w:rsidRPr="00C174B1">
                                    <w:rPr>
                                      <w:b/>
                                      <w:color w:val="7030A0"/>
                                      <w:sz w:val="36"/>
                                      <w:szCs w:val="36"/>
                                    </w:rPr>
                                    <w:t>Tenths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4" type="#_x0000_t202" style="position:absolute;margin-left:422.3pt;margin-top:11.1pt;width:92.05pt;height:33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" strokecolor="#7030a0" strokeweight="2.25pt">
                      <v:textbox>
                        <w:txbxContent>
                          <w:p w:rsidR="004C3395" w:rsidRPr="00C174B1" w:rsidRDefault="004C3395" w:rsidP="00EC4E85">
                            <w:pPr>
                              <w:jc w:val="center"/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C174B1"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  <w:t>Tenths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C4E85" w:rsidTr="00EC4E85">
        <w:trPr>
          <w:trHeight w:val="5184"/>
        </w:trPr>
        <w:tc>
          <w:tcPr>
            <w:tcW w:w="14688" w:type="dxa"/>
            <w:gridSpan w:val="7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4462"/>
            </w:tblGrid>
            <w:tr w:rsidR="00EC4E85" w:rsidTr="00EC4E85">
              <w:trPr>
                <w:trHeight w:val="5184"/>
              </w:trPr>
              <w:tc>
                <w:tcPr>
                  <w:tcW w:w="14616" w:type="dxa"/>
                </w:tcPr>
                <w:p w:rsidR="00EC4E85" w:rsidRPr="00366B1F" w:rsidRDefault="00EC4E85" w:rsidP="00EC4E85">
                  <w:pPr>
                    <w:autoSpaceDE w:val="0"/>
                    <w:autoSpaceDN w:val="0"/>
                    <w:adjustRightInd w:val="0"/>
                    <w:rPr>
                      <w:noProof/>
                      <w:sz w:val="160"/>
                      <w:szCs w:val="160"/>
                    </w:rPr>
                  </w:pPr>
                  <w:r w:rsidRPr="00C174B1">
                    <w:rPr>
                      <w:noProof/>
                      <w:sz w:val="160"/>
                      <w:szCs w:val="16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3600" behindDoc="0" locked="0" layoutInCell="1" allowOverlap="1" wp14:anchorId="42D15A39" wp14:editId="747F198A">
                            <wp:simplePos x="0" y="0"/>
                            <wp:positionH relativeFrom="column">
                              <wp:posOffset>5132374</wp:posOffset>
                            </wp:positionH>
                            <wp:positionV relativeFrom="paragraph">
                              <wp:posOffset>1503625</wp:posOffset>
                            </wp:positionV>
                            <wp:extent cx="1685676" cy="421005"/>
                            <wp:effectExtent l="19050" t="19050" r="10160" b="17145"/>
                            <wp:wrapNone/>
                            <wp:docPr id="33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85676" cy="421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28575">
                                      <a:solidFill>
                                        <a:srgbClr val="7030A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C3395" w:rsidRPr="00C174B1" w:rsidRDefault="004C3395" w:rsidP="00EC4E85">
                                        <w:pPr>
                                          <w:jc w:val="center"/>
                                          <w:rPr>
                                            <w:b/>
                                            <w:color w:val="7030A0"/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7030A0"/>
                                            <w:sz w:val="36"/>
                                            <w:szCs w:val="36"/>
                                          </w:rPr>
                                          <w:t>Hundredths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45" type="#_x0000_t202" style="position:absolute;margin-left:404.1pt;margin-top:118.4pt;width:132.75pt;height:33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" strokecolor="#7030a0" strokeweight="2.25pt">
                            <v:textbox>
                              <w:txbxContent>
                                <w:p w:rsidR="004C3395" w:rsidRPr="00C174B1" w:rsidRDefault="004C3395" w:rsidP="00EC4E85">
                                  <w:pPr>
                                    <w:jc w:val="center"/>
                                    <w:rPr>
                                      <w:b/>
                                      <w:color w:val="7030A0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b/>
                                      <w:color w:val="7030A0"/>
                                      <w:sz w:val="36"/>
                                      <w:szCs w:val="36"/>
                                    </w:rPr>
                                    <w:t>Hundredths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 wp14:anchorId="4B03C55C" wp14:editId="6AB72892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ragraph">
                              <wp:posOffset>1113956</wp:posOffset>
                            </wp:positionV>
                            <wp:extent cx="3045350" cy="1454785"/>
                            <wp:effectExtent l="0" t="0" r="3175" b="0"/>
                            <wp:wrapNone/>
                            <wp:docPr id="30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45350" cy="14547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C3395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</w:pPr>
                                        <w:r w:rsidRPr="000A2DC6"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  <w:t xml:space="preserve">One part in a hundred </w:t>
                                        </w:r>
                                      </w:p>
                                      <w:p w:rsidR="004C3395" w:rsidRPr="000A2DC6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</w:pPr>
                                        <w:proofErr w:type="gramStart"/>
                                        <w:r w:rsidRPr="000A2DC6"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  <w:t>equal</w:t>
                                        </w:r>
                                        <w:proofErr w:type="gramEnd"/>
                                        <w:r w:rsidRPr="000A2DC6"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  <w:t xml:space="preserve"> parts.</w:t>
                                        </w:r>
                                      </w:p>
                                      <w:p w:rsidR="004C3395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:rsidR="004C3395" w:rsidRPr="000A2DC6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:rsidR="004C3395" w:rsidRPr="000A2DC6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</w:pPr>
                                        <w:r w:rsidRPr="000A2DC6"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  <w:t>1/100th</w:t>
                                        </w:r>
                                      </w:p>
                                      <w:p w:rsidR="004C3395" w:rsidRPr="000A2DC6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  <w:p w:rsidR="004C3395" w:rsidRPr="000A2DC6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</w:pPr>
                                      </w:p>
                                      <w:p w:rsidR="004C3395" w:rsidRPr="000A069F" w:rsidRDefault="004C3395" w:rsidP="00EC4E85">
                                        <w:pPr>
                                          <w:autoSpaceDE w:val="0"/>
                                          <w:autoSpaceDN w:val="0"/>
                                          <w:adjustRightInd w:val="0"/>
                                          <w:spacing w:after="0" w:line="240" w:lineRule="auto"/>
                                          <w:rPr>
                                            <w:rFonts w:cstheme="minorHAnsi"/>
                                            <w:sz w:val="48"/>
                                            <w:szCs w:val="48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46" type="#_x0000_t202" style="position:absolute;margin-left:2.15pt;margin-top:87.7pt;width:239.8pt;height:114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" stroked="f">
                            <v:textbox>
                              <w:txbxContent>
                                <w:p w:rsidR="004C3395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r w:rsidRPr="000A2DC6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 xml:space="preserve">One part in a hundred </w:t>
                                  </w:r>
                                </w:p>
                                <w:p w:rsidR="004C3395" w:rsidRPr="000A2DC6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proofErr w:type="gramStart"/>
                                  <w:r w:rsidRPr="000A2DC6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>equal</w:t>
                                  </w:r>
                                  <w:proofErr w:type="gramEnd"/>
                                  <w:r w:rsidRPr="000A2DC6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 xml:space="preserve"> parts.</w:t>
                                  </w:r>
                                </w:p>
                                <w:p w:rsidR="004C3395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C3395" w:rsidRPr="000A2DC6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C3395" w:rsidRPr="000A2DC6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r w:rsidRPr="000A2DC6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>1/100th</w:t>
                                  </w:r>
                                </w:p>
                                <w:p w:rsidR="004C3395" w:rsidRPr="000A2DC6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C3395" w:rsidRPr="000A2DC6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</w:p>
                                <w:p w:rsidR="004C3395" w:rsidRPr="000A069F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DC3B19">
                    <w:rPr>
                      <w:noProof/>
                      <w:sz w:val="160"/>
                      <w:szCs w:val="16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0F9C5431" wp14:editId="7B568588">
                            <wp:simplePos x="0" y="0"/>
                            <wp:positionH relativeFrom="column">
                              <wp:posOffset>6615430</wp:posOffset>
                            </wp:positionH>
                            <wp:positionV relativeFrom="paragraph">
                              <wp:posOffset>1505171</wp:posOffset>
                            </wp:positionV>
                            <wp:extent cx="318053" cy="1403985"/>
                            <wp:effectExtent l="0" t="0" r="0" b="4445"/>
                            <wp:wrapNone/>
                            <wp:docPr id="308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8053" cy="1403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C3395" w:rsidRPr="00DC3B19" w:rsidRDefault="004C3395" w:rsidP="00EC4E85">
                                        <w:pPr>
                                          <w:rPr>
                                            <w:b/>
                                            <w:sz w:val="36"/>
                                            <w:szCs w:val="36"/>
                                          </w:rPr>
                                        </w:pPr>
                                        <w:r w:rsidRPr="00DC3B19">
                                          <w:rPr>
                                            <w:b/>
                                            <w:sz w:val="36"/>
                                            <w:szCs w:val="36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47" type="#_x0000_t202" style="position:absolute;margin-left:520.9pt;margin-top:118.5pt;width:25.0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" filled="f" stroked="f">
                            <v:textbox style="mso-fit-shape-to-text:t">
                              <w:txbxContent>
                                <w:p w:rsidR="004C3395" w:rsidRPr="00DC3B19" w:rsidRDefault="004C3395" w:rsidP="00EC4E85">
                                  <w:pPr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 w:rsidRPr="00DC3B19">
                                    <w:rPr>
                                      <w:b/>
                                      <w:sz w:val="36"/>
                                      <w:szCs w:val="36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1036C3">
                    <w:rPr>
                      <w:noProof/>
                      <w:sz w:val="160"/>
                      <w:szCs w:val="16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414DB947" wp14:editId="5DC9B0D5">
                            <wp:simplePos x="0" y="0"/>
                            <wp:positionH relativeFrom="column">
                              <wp:posOffset>2371090</wp:posOffset>
                            </wp:positionH>
                            <wp:positionV relativeFrom="paragraph">
                              <wp:posOffset>1450975</wp:posOffset>
                            </wp:positionV>
                            <wp:extent cx="4352925" cy="1771650"/>
                            <wp:effectExtent l="0" t="0" r="0" b="0"/>
                            <wp:wrapNone/>
                            <wp:docPr id="302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4352925" cy="1771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C3395" w:rsidRDefault="004C3395" w:rsidP="00EC4E85">
                                        <w:r>
                                          <w:rPr>
                                            <w:noProof/>
                                          </w:rPr>
                                          <w:drawing>
                                            <wp:inline distT="0" distB="0" distL="0" distR="0" wp14:anchorId="1DBD7C4B" wp14:editId="095615D4">
                                              <wp:extent cx="4352925" cy="1676400"/>
                                              <wp:effectExtent l="0" t="0" r="9525" b="0"/>
                                              <wp:docPr id="380" name="Picture 380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decimals4.gif"/>
                                                      <pic:cNvPicPr/>
                                                    </pic:nvPicPr>
                                                    <pic:blipFill rotWithShape="1">
                                                      <a:blip r:embed="rId22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 l="12954" t="13714" r="2568" b="24571"/>
                                                      <a:stretch/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4367710" cy="1682094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ln>
                                                        <a:noFill/>
                                                      </a:ln>
                                                      <a:extLst>
                                                        <a:ext uri="{53640926-AAD7-44D8-BBD7-CCE9431645EC}">
                                                          <a14:shadowObscured xmlns:a14="http://schemas.microsoft.com/office/drawing/2010/main"/>
                                                        </a:ext>
                                                      </a:extLst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48" type="#_x0000_t202" style="position:absolute;margin-left:186.7pt;margin-top:114.25pt;width:342.75pt;height:13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" filled="f" stroked="f">
                            <v:textbox>
                              <w:txbxContent>
                                <w:p w:rsidR="004C3395" w:rsidRDefault="004C3395" w:rsidP="00EC4E85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DBD7C4B" wp14:editId="095615D4">
                                        <wp:extent cx="4352925" cy="1676400"/>
                                        <wp:effectExtent l="0" t="0" r="9525" b="0"/>
                                        <wp:docPr id="380" name="Picture 38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decimals4.gif"/>
                                                <pic:cNvPicPr/>
                                              </pic:nvPicPr>
                                              <pic:blipFill rotWithShape="1">
                                                <a:blip r:embed="rId2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 l="12954" t="13714" r="2568" b="2457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367710" cy="168209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53640926-AAD7-44D8-BBD7-CCE9431645EC}">
                                                    <a14:shadowObscured xmlns:a14="http://schemas.microsoft.com/office/drawing/2010/main"/>
                                                  </a:ext>
                                                </a:extLst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366B1F">
                    <w:rPr>
                      <w:noProof/>
                      <w:sz w:val="160"/>
                      <w:szCs w:val="16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1D91C5A1" wp14:editId="7C577AB1">
                            <wp:simplePos x="0" y="0"/>
                            <wp:positionH relativeFrom="column">
                              <wp:posOffset>6724650</wp:posOffset>
                            </wp:positionH>
                            <wp:positionV relativeFrom="paragraph">
                              <wp:posOffset>203200</wp:posOffset>
                            </wp:positionV>
                            <wp:extent cx="2466975" cy="2705100"/>
                            <wp:effectExtent l="0" t="0" r="0" b="0"/>
                            <wp:wrapNone/>
                            <wp:docPr id="304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466975" cy="2705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C3395" w:rsidRPr="00366B1F" w:rsidRDefault="004C3395" w:rsidP="00EC4E85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Arial" w:hAnsi="Arial" w:cs="Arial"/>
                                            <w:sz w:val="32"/>
                                            <w:szCs w:val="32"/>
                                          </w:rPr>
                                        </w:pPr>
                                        <w:r w:rsidRPr="00366B1F">
                                          <w:rPr>
                                            <w:rFonts w:ascii="Arial" w:hAnsi="Arial" w:cs="Arial"/>
                                            <w:sz w:val="32"/>
                                            <w:szCs w:val="32"/>
                                          </w:rPr>
                                          <w:t xml:space="preserve">A </w:t>
                                        </w:r>
                                        <w:r>
                                          <w:rPr>
                                            <w:rFonts w:ascii="Arial" w:hAnsi="Arial" w:cs="Arial"/>
                                            <w:sz w:val="32"/>
                                            <w:szCs w:val="32"/>
                                          </w:rPr>
                                          <w:t>hundred</w:t>
                                        </w:r>
                                        <w:r w:rsidRPr="00366B1F">
                                          <w:rPr>
                                            <w:rFonts w:ascii="Arial" w:hAnsi="Arial" w:cs="Arial"/>
                                            <w:sz w:val="32"/>
                                            <w:szCs w:val="32"/>
                                          </w:rPr>
                                          <w:t xml:space="preserve"> of these 100 blocks is highlighted.</w:t>
                                        </w:r>
                                      </w:p>
                                      <w:p w:rsidR="004C3395" w:rsidRDefault="004C3395" w:rsidP="00EC4E85">
                                        <w:r>
                                          <w:rPr>
                                            <w:rFonts w:ascii="Verdana" w:hAnsi="Verdana"/>
                                            <w:noProof/>
                                            <w:sz w:val="20"/>
                                            <w:szCs w:val="20"/>
                                          </w:rPr>
                                          <w:drawing>
                                            <wp:inline distT="0" distB="0" distL="0" distR="0" wp14:anchorId="504FE559" wp14:editId="241E5615">
                                              <wp:extent cx="2129118" cy="2095500"/>
                                              <wp:effectExtent l="0" t="0" r="5080" b="0"/>
                                              <wp:docPr id="381" name="Picture 381" descr="http://www.mathsisfun.com/definitions/images/one-hundredth.gif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0" name="Picture 2" descr="http://www.mathsisfun.com/definitions/images/one-hundredth.gif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24">
                                                        <a:extLst>
                                                          <a:ext uri="{28A0092B-C50C-407E-A947-70E740481C1C}">
                                                            <a14:useLocalDpi xmlns:a14="http://schemas.microsoft.com/office/drawing/2010/main" val="0"/>
                                                          </a:ext>
                                                        </a:extLst>
                                                      </a:blip>
                                                      <a:srcRect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2129118" cy="2095500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_x0000_s1049" type="#_x0000_t202" style="position:absolute;margin-left:529.5pt;margin-top:16pt;width:194.25pt;height:21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" filled="f" stroked="f">
                            <v:textbox>
                              <w:txbxContent>
                                <w:p w:rsidR="004C3395" w:rsidRPr="00366B1F" w:rsidRDefault="004C3395" w:rsidP="00EC4E8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366B1F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hundred</w:t>
                                  </w:r>
                                  <w:r w:rsidRPr="00366B1F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of these 100 blocks is highlighted.</w:t>
                                  </w:r>
                                </w:p>
                                <w:p w:rsidR="004C3395" w:rsidRDefault="004C3395" w:rsidP="00EC4E85">
                                  <w:r>
                                    <w:rPr>
                                      <w:rFonts w:ascii="Verdana" w:hAnsi="Verdana"/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504FE559" wp14:editId="241E5615">
                                        <wp:extent cx="2129118" cy="2095500"/>
                                        <wp:effectExtent l="0" t="0" r="5080" b="0"/>
                                        <wp:docPr id="381" name="Picture 381" descr="http://www.mathsisfun.com/definitions/images/one-hundredth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http://www.mathsisfun.com/definitions/images/one-hundredth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25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129118" cy="2095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160"/>
                      <w:szCs w:val="160"/>
                    </w:rPr>
                    <w:t>hundredths</w:t>
                  </w:r>
                </w:p>
              </w:tc>
            </w:tr>
          </w:tbl>
          <w:p w:rsidR="00EC4E85" w:rsidRDefault="00EC4E85" w:rsidP="00EC4E85"/>
          <w:p w:rsidR="009E51C6" w:rsidRDefault="00EC4E85" w:rsidP="00EC4E85">
            <w:pPr>
              <w:autoSpaceDE w:val="0"/>
              <w:autoSpaceDN w:val="0"/>
              <w:adjustRightInd w:val="0"/>
              <w:rPr>
                <w:noProof/>
                <w:sz w:val="160"/>
                <w:szCs w:val="160"/>
              </w:rPr>
            </w:pPr>
            <w:r w:rsidRPr="00120B39">
              <w:rPr>
                <w:noProof/>
                <w:sz w:val="160"/>
                <w:szCs w:val="160"/>
              </w:rPr>
              <w:t xml:space="preserve"> </w:t>
            </w:r>
          </w:p>
          <w:p w:rsidR="009E51C6" w:rsidRDefault="009E51C6" w:rsidP="00EC4E85">
            <w:pPr>
              <w:autoSpaceDE w:val="0"/>
              <w:autoSpaceDN w:val="0"/>
              <w:adjustRightInd w:val="0"/>
              <w:rPr>
                <w:noProof/>
                <w:sz w:val="160"/>
                <w:szCs w:val="160"/>
              </w:rPr>
            </w:pPr>
          </w:p>
          <w:p w:rsidR="00EC4E85" w:rsidRPr="00120B39" w:rsidRDefault="00EC4E85" w:rsidP="00EC4E85">
            <w:pPr>
              <w:autoSpaceDE w:val="0"/>
              <w:autoSpaceDN w:val="0"/>
              <w:adjustRightInd w:val="0"/>
              <w:rPr>
                <w:sz w:val="160"/>
                <w:szCs w:val="160"/>
              </w:rPr>
            </w:pPr>
            <w:r w:rsidRPr="00120B39">
              <w:rPr>
                <w:sz w:val="160"/>
                <w:szCs w:val="160"/>
              </w:rPr>
              <w:t xml:space="preserve">decimal </w:t>
            </w:r>
          </w:p>
          <w:p w:rsidR="00EC4E85" w:rsidRPr="00120B39" w:rsidRDefault="00EC4E85" w:rsidP="00EC4E85">
            <w:pPr>
              <w:spacing w:after="200" w:line="276" w:lineRule="auto"/>
            </w:pPr>
            <w:r w:rsidRPr="00120B3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30AC3E6" wp14:editId="0F0A221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134620</wp:posOffset>
                      </wp:positionV>
                      <wp:extent cx="5734050" cy="1495425"/>
                      <wp:effectExtent l="0" t="0" r="0" b="9525"/>
                      <wp:wrapNone/>
                      <wp:docPr id="3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34050" cy="1495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C3395" w:rsidRPr="00354BDA" w:rsidRDefault="004C3395" w:rsidP="00EC4E85">
                                  <w:pPr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>A</w:t>
                                  </w:r>
                                  <w:r w:rsidRPr="00354BDA"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  <w:t xml:space="preserve"> number that uses a decimal point followed by digits as a way of showing values less than one. </w:t>
                                  </w:r>
                                </w:p>
                                <w:p w:rsidR="004C3395" w:rsidRPr="000A069F" w:rsidRDefault="004C3395" w:rsidP="00EC4E85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cstheme="minorHAnsi"/>
                                      <w:sz w:val="48"/>
                                      <w:szCs w:val="4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0" type="#_x0000_t202" style="position:absolute;margin-left:4.5pt;margin-top:10.6pt;width:451.5pt;height:11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" stroked="f">
                      <v:textbox>
                        <w:txbxContent>
                          <w:p w:rsidR="004C3395" w:rsidRPr="00354BDA" w:rsidRDefault="004C3395" w:rsidP="00EC4E85">
                            <w:pPr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A</w:t>
                            </w:r>
                            <w:r w:rsidRPr="00354BDA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number that uses a decimal point followed by digits as a way of showing values less than one. </w:t>
                            </w:r>
                          </w:p>
                          <w:p w:rsidR="004C3395" w:rsidRPr="000A069F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C4E85" w:rsidRPr="00120B39" w:rsidRDefault="00EC4E85" w:rsidP="00EC4E85">
            <w:pPr>
              <w:spacing w:after="200" w:line="276" w:lineRule="auto"/>
            </w:pPr>
          </w:p>
          <w:p w:rsidR="00EC4E85" w:rsidRPr="00120B39" w:rsidRDefault="00EC4E85" w:rsidP="00EC4E85">
            <w:pPr>
              <w:spacing w:after="200" w:line="276" w:lineRule="auto"/>
            </w:pPr>
          </w:p>
          <w:p w:rsidR="00EC4E85" w:rsidRDefault="00EC4E85" w:rsidP="00EC4E85">
            <w:pPr>
              <w:tabs>
                <w:tab w:val="left" w:pos="8865"/>
              </w:tabs>
              <w:autoSpaceDE w:val="0"/>
              <w:autoSpaceDN w:val="0"/>
              <w:adjustRightInd w:val="0"/>
              <w:rPr>
                <w:noProof/>
                <w:sz w:val="160"/>
                <w:szCs w:val="160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2CB073B" wp14:editId="11E1165D">
                  <wp:simplePos x="0" y="0"/>
                  <wp:positionH relativeFrom="column">
                    <wp:posOffset>5553075</wp:posOffset>
                  </wp:positionH>
                  <wp:positionV relativeFrom="paragraph">
                    <wp:posOffset>-1796415</wp:posOffset>
                  </wp:positionV>
                  <wp:extent cx="3148965" cy="2514600"/>
                  <wp:effectExtent l="0" t="0" r="0" b="0"/>
                  <wp:wrapSquare wrapText="bothSides"/>
                  <wp:docPr id="314" name="Picture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cimals2.gif"/>
                          <pic:cNvPicPr/>
                        </pic:nvPicPr>
                        <pic:blipFill rotWithShape="1"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09" t="12587" r="43643" b="12587"/>
                          <a:stretch/>
                        </pic:blipFill>
                        <pic:spPr bwMode="auto">
                          <a:xfrm>
                            <a:off x="0" y="0"/>
                            <a:ext cx="3148965" cy="2514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20B39">
              <w:rPr>
                <w:noProof/>
                <w:sz w:val="160"/>
                <w:szCs w:val="160"/>
              </w:rPr>
              <w:t xml:space="preserve"> </w:t>
            </w:r>
          </w:p>
        </w:tc>
      </w:tr>
    </w:tbl>
    <w:p w:rsidR="00EC4E85" w:rsidRPr="00EC4E85" w:rsidRDefault="00EC4E85" w:rsidP="00EC4E85">
      <w:pPr>
        <w:tabs>
          <w:tab w:val="left" w:pos="8865"/>
        </w:tabs>
        <w:autoSpaceDE w:val="0"/>
        <w:autoSpaceDN w:val="0"/>
        <w:adjustRightInd w:val="0"/>
        <w:rPr>
          <w:noProof/>
          <w:sz w:val="160"/>
          <w:szCs w:val="160"/>
        </w:rPr>
      </w:pPr>
      <w:r w:rsidRPr="00CD1224">
        <w:rPr>
          <w:noProof/>
          <w:sz w:val="160"/>
          <w:szCs w:val="160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0EB0B8" wp14:editId="6D9E533D">
                <wp:simplePos x="0" y="0"/>
                <wp:positionH relativeFrom="column">
                  <wp:posOffset>3780845</wp:posOffset>
                </wp:positionH>
                <wp:positionV relativeFrom="paragraph">
                  <wp:posOffset>1110808</wp:posOffset>
                </wp:positionV>
                <wp:extent cx="5271715" cy="2043485"/>
                <wp:effectExtent l="19050" t="19050" r="43815" b="3302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1715" cy="2043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395" w:rsidRDefault="004C3395" w:rsidP="00EC4E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5D39D0" wp14:editId="1A7FB7DB">
                                  <wp:extent cx="5001370" cy="1884459"/>
                                  <wp:effectExtent l="0" t="0" r="0" b="1905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 rotWithShape="1">
                                          <a:blip r:embed="rId27"/>
                                          <a:srcRect l="45210" t="45892" r="12305" b="3186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2203" cy="18847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97.7pt;margin-top:87.45pt;width:415.1pt;height:16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" strokecolor="#558ed5" strokeweight="4.5pt">
                <v:textbox>
                  <w:txbxContent>
                    <w:p w:rsidR="004C3395" w:rsidRDefault="004C3395" w:rsidP="00EC4E85">
                      <w:r>
                        <w:rPr>
                          <w:noProof/>
                        </w:rPr>
                        <w:drawing>
                          <wp:inline distT="0" distB="0" distL="0" distR="0" wp14:anchorId="335D39D0" wp14:editId="1A7FB7DB">
                            <wp:extent cx="5001370" cy="1884459"/>
                            <wp:effectExtent l="0" t="0" r="0" b="1905"/>
                            <wp:docPr id="13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 rotWithShape="1">
                                    <a:blip r:embed="rId28"/>
                                    <a:srcRect l="45210" t="45892" r="12305" b="3186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5002203" cy="1884773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0"/>
          <w:szCs w:val="160"/>
        </w:rPr>
        <w:t>thousandths</w:t>
      </w:r>
    </w:p>
    <w:p w:rsidR="00EC4E85" w:rsidRPr="00CD1224" w:rsidRDefault="00EC4E85" w:rsidP="00EC4E85">
      <w:pPr>
        <w:rPr>
          <w:rFonts w:ascii="Verdana" w:hAnsi="Verdan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98151F" wp14:editId="656F0367">
                <wp:simplePos x="0" y="0"/>
                <wp:positionH relativeFrom="column">
                  <wp:posOffset>520700</wp:posOffset>
                </wp:positionH>
                <wp:positionV relativeFrom="paragraph">
                  <wp:posOffset>108585</wp:posOffset>
                </wp:positionV>
                <wp:extent cx="3053080" cy="1605915"/>
                <wp:effectExtent l="0" t="0" r="0" b="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080" cy="160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395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r w:rsidRPr="000A2DC6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One part in a </w:t>
                            </w: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thousand</w:t>
                            </w:r>
                            <w:r w:rsidRPr="000A2DC6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4C3395" w:rsidRDefault="006133E0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proofErr w:type="gramStart"/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e</w:t>
                            </w:r>
                            <w:r w:rsidRPr="000A2DC6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qual</w:t>
                            </w:r>
                            <w:proofErr w:type="gramEnd"/>
                            <w:r w:rsidR="004C3395" w:rsidRPr="000A2DC6"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 xml:space="preserve"> parts.</w:t>
                            </w:r>
                          </w:p>
                          <w:p w:rsidR="004C3395" w:rsidRPr="000A2DC6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</w:p>
                          <w:p w:rsidR="004C3395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cstheme="minorHAnsi"/>
                                <w:sz w:val="48"/>
                                <w:szCs w:val="48"/>
                              </w:rPr>
                              <w:t>1/1000th</w:t>
                            </w:r>
                          </w:p>
                          <w:p w:rsidR="004C3395" w:rsidRPr="008E0739" w:rsidRDefault="004C3395" w:rsidP="00EC4E8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cstheme="minorHAnsi"/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41pt;margin-top:8.55pt;width:240.4pt;height:12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" stroked="f">
                <v:textbox>
                  <w:txbxContent>
                    <w:p w:rsidR="004C3395" w:rsidRDefault="004C3395" w:rsidP="00EC4E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48"/>
                          <w:szCs w:val="48"/>
                        </w:rPr>
                      </w:pPr>
                      <w:r w:rsidRPr="000A2DC6">
                        <w:rPr>
                          <w:rFonts w:cstheme="minorHAnsi"/>
                          <w:sz w:val="48"/>
                          <w:szCs w:val="48"/>
                        </w:rPr>
                        <w:t xml:space="preserve">One part in a </w:t>
                      </w:r>
                      <w:r>
                        <w:rPr>
                          <w:rFonts w:cstheme="minorHAnsi"/>
                          <w:sz w:val="48"/>
                          <w:szCs w:val="48"/>
                        </w:rPr>
                        <w:t>thousand</w:t>
                      </w:r>
                      <w:r w:rsidRPr="000A2DC6">
                        <w:rPr>
                          <w:rFonts w:cstheme="minorHAnsi"/>
                          <w:sz w:val="48"/>
                          <w:szCs w:val="48"/>
                        </w:rPr>
                        <w:t xml:space="preserve"> </w:t>
                      </w:r>
                    </w:p>
                    <w:p w:rsidR="004C3395" w:rsidRDefault="006133E0" w:rsidP="00EC4E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48"/>
                          <w:szCs w:val="48"/>
                        </w:rPr>
                      </w:pPr>
                      <w:proofErr w:type="gramStart"/>
                      <w:r>
                        <w:rPr>
                          <w:rFonts w:cstheme="minorHAnsi"/>
                          <w:sz w:val="48"/>
                          <w:szCs w:val="48"/>
                        </w:rPr>
                        <w:t>e</w:t>
                      </w:r>
                      <w:r w:rsidRPr="000A2DC6">
                        <w:rPr>
                          <w:rFonts w:cstheme="minorHAnsi"/>
                          <w:sz w:val="48"/>
                          <w:szCs w:val="48"/>
                        </w:rPr>
                        <w:t>qual</w:t>
                      </w:r>
                      <w:proofErr w:type="gramEnd"/>
                      <w:r w:rsidR="004C3395" w:rsidRPr="000A2DC6">
                        <w:rPr>
                          <w:rFonts w:cstheme="minorHAnsi"/>
                          <w:sz w:val="48"/>
                          <w:szCs w:val="48"/>
                        </w:rPr>
                        <w:t xml:space="preserve"> parts.</w:t>
                      </w:r>
                    </w:p>
                    <w:p w:rsidR="004C3395" w:rsidRPr="000A2DC6" w:rsidRDefault="004C3395" w:rsidP="00EC4E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48"/>
                          <w:szCs w:val="48"/>
                        </w:rPr>
                      </w:pPr>
                    </w:p>
                    <w:p w:rsidR="004C3395" w:rsidRDefault="004C3395" w:rsidP="00EC4E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48"/>
                          <w:szCs w:val="48"/>
                        </w:rPr>
                      </w:pPr>
                      <w:r>
                        <w:rPr>
                          <w:rFonts w:cstheme="minorHAnsi"/>
                          <w:sz w:val="48"/>
                          <w:szCs w:val="48"/>
                        </w:rPr>
                        <w:t>1/1000th</w:t>
                      </w:r>
                    </w:p>
                    <w:p w:rsidR="004C3395" w:rsidRPr="008E0739" w:rsidRDefault="004C3395" w:rsidP="00EC4E8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cstheme="minorHAnsi"/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6133E0" w:rsidRPr="00F80957" w:rsidRDefault="006133E0" w:rsidP="006133E0">
      <w:pPr>
        <w:rPr>
          <w:rFonts w:ascii="Times New Roman" w:hAnsi="Times New Roman" w:cs="Times New Roman"/>
          <w:sz w:val="24"/>
          <w:szCs w:val="24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6133E0" w:rsidRDefault="006133E0" w:rsidP="006133E0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p w:rsidR="00EC4E85" w:rsidRPr="00A67FA5" w:rsidRDefault="00EC4E85" w:rsidP="00FE4609">
      <w:pPr>
        <w:rPr>
          <w:rFonts w:ascii="Times New Roman" w:hAnsi="Times New Roman" w:cs="Times New Roman"/>
          <w:sz w:val="10"/>
          <w:szCs w:val="10"/>
        </w:rPr>
      </w:pPr>
    </w:p>
    <w:sectPr w:rsidR="00EC4E85" w:rsidRPr="00A67FA5" w:rsidSect="00EC4E85">
      <w:footerReference w:type="default" r:id="rId2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95" w:rsidRDefault="004C3395" w:rsidP="00D7779B">
      <w:pPr>
        <w:spacing w:after="0" w:line="240" w:lineRule="auto"/>
      </w:pPr>
      <w:r>
        <w:separator/>
      </w:r>
    </w:p>
  </w:endnote>
  <w:endnote w:type="continuationSeparator" w:id="0">
    <w:p w:rsidR="004C3395" w:rsidRDefault="004C339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395" w:rsidRDefault="004C3395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95" w:rsidRDefault="004C3395" w:rsidP="00D7779B">
      <w:pPr>
        <w:spacing w:after="0" w:line="240" w:lineRule="auto"/>
      </w:pPr>
      <w:r>
        <w:separator/>
      </w:r>
    </w:p>
  </w:footnote>
  <w:footnote w:type="continuationSeparator" w:id="0">
    <w:p w:rsidR="004C3395" w:rsidRDefault="004C339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94D3E"/>
    <w:multiLevelType w:val="hybridMultilevel"/>
    <w:tmpl w:val="F86E50E2"/>
    <w:lvl w:ilvl="0" w:tplc="5F800EA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3835F2"/>
    <w:multiLevelType w:val="hybridMultilevel"/>
    <w:tmpl w:val="2C9A6E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6FCA"/>
    <w:rsid w:val="0013679E"/>
    <w:rsid w:val="0016542C"/>
    <w:rsid w:val="001D0010"/>
    <w:rsid w:val="001D50CE"/>
    <w:rsid w:val="001E699B"/>
    <w:rsid w:val="001F2E03"/>
    <w:rsid w:val="00205EEB"/>
    <w:rsid w:val="00224A5F"/>
    <w:rsid w:val="00232023"/>
    <w:rsid w:val="00274ACD"/>
    <w:rsid w:val="002810B5"/>
    <w:rsid w:val="0028190D"/>
    <w:rsid w:val="002A0F9F"/>
    <w:rsid w:val="002F0D58"/>
    <w:rsid w:val="00305C8B"/>
    <w:rsid w:val="003B30BD"/>
    <w:rsid w:val="003D3877"/>
    <w:rsid w:val="003D7D31"/>
    <w:rsid w:val="004057F1"/>
    <w:rsid w:val="004B658C"/>
    <w:rsid w:val="004C3395"/>
    <w:rsid w:val="004C731D"/>
    <w:rsid w:val="00505F1D"/>
    <w:rsid w:val="0051657B"/>
    <w:rsid w:val="00517E62"/>
    <w:rsid w:val="00522C0A"/>
    <w:rsid w:val="00551BFE"/>
    <w:rsid w:val="00570FB8"/>
    <w:rsid w:val="00581EA8"/>
    <w:rsid w:val="005A5150"/>
    <w:rsid w:val="005C4CBE"/>
    <w:rsid w:val="006133E0"/>
    <w:rsid w:val="00622B5F"/>
    <w:rsid w:val="00643719"/>
    <w:rsid w:val="0069049A"/>
    <w:rsid w:val="006A0ACD"/>
    <w:rsid w:val="006A1843"/>
    <w:rsid w:val="006A7316"/>
    <w:rsid w:val="006E1B20"/>
    <w:rsid w:val="007263D2"/>
    <w:rsid w:val="00783BAA"/>
    <w:rsid w:val="007B401D"/>
    <w:rsid w:val="007D19FC"/>
    <w:rsid w:val="007D360D"/>
    <w:rsid w:val="00811F53"/>
    <w:rsid w:val="008947BE"/>
    <w:rsid w:val="008C13D7"/>
    <w:rsid w:val="00913E74"/>
    <w:rsid w:val="009B085C"/>
    <w:rsid w:val="009B54DC"/>
    <w:rsid w:val="009E51C6"/>
    <w:rsid w:val="00A67FA5"/>
    <w:rsid w:val="00A903C6"/>
    <w:rsid w:val="00AC3374"/>
    <w:rsid w:val="00B06B60"/>
    <w:rsid w:val="00B26595"/>
    <w:rsid w:val="00B51CA8"/>
    <w:rsid w:val="00BC0E3C"/>
    <w:rsid w:val="00C841EC"/>
    <w:rsid w:val="00C92D93"/>
    <w:rsid w:val="00CA2B88"/>
    <w:rsid w:val="00CB2DBC"/>
    <w:rsid w:val="00CD5617"/>
    <w:rsid w:val="00D015BD"/>
    <w:rsid w:val="00D317DD"/>
    <w:rsid w:val="00D7779B"/>
    <w:rsid w:val="00D8392B"/>
    <w:rsid w:val="00D85633"/>
    <w:rsid w:val="00D950B7"/>
    <w:rsid w:val="00DB190A"/>
    <w:rsid w:val="00E07565"/>
    <w:rsid w:val="00E135DE"/>
    <w:rsid w:val="00E23723"/>
    <w:rsid w:val="00E55E87"/>
    <w:rsid w:val="00E91B87"/>
    <w:rsid w:val="00EC4E85"/>
    <w:rsid w:val="00F055BA"/>
    <w:rsid w:val="00F12DCA"/>
    <w:rsid w:val="00F40104"/>
    <w:rsid w:val="00F8095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table" w:customStyle="1" w:styleId="TableGrid4">
    <w:name w:val="Table Grid4"/>
    <w:basedOn w:val="TableNormal"/>
    <w:next w:val="TableGrid"/>
    <w:uiPriority w:val="59"/>
    <w:rsid w:val="00EC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19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10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table" w:customStyle="1" w:styleId="TableGrid4">
    <w:name w:val="Table Grid4"/>
    <w:basedOn w:val="TableNormal"/>
    <w:next w:val="TableGrid"/>
    <w:uiPriority w:val="59"/>
    <w:rsid w:val="00EC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B190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10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image" Target="media/image5.gif"/><Relationship Id="rId26" Type="http://schemas.openxmlformats.org/officeDocument/2006/relationships/image" Target="media/image9.gif"/><Relationship Id="rId3" Type="http://schemas.openxmlformats.org/officeDocument/2006/relationships/customXml" Target="../customXml/item3.xml"/><Relationship Id="rId21" Type="http://schemas.openxmlformats.org/officeDocument/2006/relationships/image" Target="media/image60.gif"/><Relationship Id="rId7" Type="http://schemas.microsoft.com/office/2007/relationships/stylesWithEffects" Target="stylesWithEffects.xml"/><Relationship Id="rId12" Type="http://schemas.openxmlformats.org/officeDocument/2006/relationships/hyperlink" Target="http://lrt.ednet.ns.ca/PD/BLM/table_of_contents.htm" TargetMode="External"/><Relationship Id="rId17" Type="http://schemas.openxmlformats.org/officeDocument/2006/relationships/hyperlink" Target="http://mathwire.com/numbersense/morepv.html%20)" TargetMode="External"/><Relationship Id="rId25" Type="http://schemas.openxmlformats.org/officeDocument/2006/relationships/image" Target="media/image80.gif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6.gi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8.gi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0.gif"/><Relationship Id="rId28" Type="http://schemas.openxmlformats.org/officeDocument/2006/relationships/image" Target="media/image100.png"/><Relationship Id="rId10" Type="http://schemas.openxmlformats.org/officeDocument/2006/relationships/footnotes" Target="footnotes.xml"/><Relationship Id="rId19" Type="http://schemas.openxmlformats.org/officeDocument/2006/relationships/image" Target="media/image50.gif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Relationship Id="rId22" Type="http://schemas.openxmlformats.org/officeDocument/2006/relationships/image" Target="media/image7.gif"/><Relationship Id="rId27" Type="http://schemas.openxmlformats.org/officeDocument/2006/relationships/image" Target="media/image1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62B900-A3CD-44EB-BD33-39D07C34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6FF909FA.dotm</Template>
  <TotalTime>5</TotalTime>
  <Pages>13</Pages>
  <Words>1202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5</cp:revision>
  <dcterms:created xsi:type="dcterms:W3CDTF">2012-07-26T13:57:00Z</dcterms:created>
  <dcterms:modified xsi:type="dcterms:W3CDTF">2012-07-26T14:13:00Z</dcterms:modified>
</cp:coreProperties>
</file>